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93" w:rsidRDefault="00996A93" w:rsidP="008B4580">
      <w:pPr>
        <w:rPr>
          <w:rtl/>
        </w:rPr>
      </w:pPr>
    </w:p>
    <w:p w:rsidR="00583ACC" w:rsidRPr="00E951CE" w:rsidRDefault="00583ACC" w:rsidP="008B4580">
      <w:pPr>
        <w:rPr>
          <w:sz w:val="40"/>
          <w:szCs w:val="40"/>
          <w:u w:val="single"/>
          <w:rtl/>
        </w:rPr>
      </w:pPr>
      <w:bookmarkStart w:id="0" w:name="_GoBack"/>
      <w:r w:rsidRPr="00E951CE">
        <w:rPr>
          <w:rFonts w:hint="cs"/>
          <w:sz w:val="40"/>
          <w:szCs w:val="40"/>
          <w:u w:val="single"/>
          <w:rtl/>
        </w:rPr>
        <w:t>אתר אינטרנט חדש לשחקן ולזמר שון גיטלמן</w:t>
      </w:r>
      <w:bookmarkEnd w:id="0"/>
    </w:p>
    <w:p w:rsidR="00583ACC" w:rsidRDefault="00583ACC" w:rsidP="008B4580">
      <w:pPr>
        <w:rPr>
          <w:rtl/>
        </w:rPr>
      </w:pPr>
    </w:p>
    <w:p w:rsidR="00583ACC" w:rsidRDefault="00583ACC" w:rsidP="008B4580">
      <w:pPr>
        <w:rPr>
          <w:rFonts w:hint="cs"/>
          <w:rtl/>
        </w:rPr>
      </w:pPr>
      <w:r>
        <w:rPr>
          <w:rFonts w:hint="cs"/>
          <w:rtl/>
        </w:rPr>
        <w:t xml:space="preserve">שון גיטלמן, </w:t>
      </w:r>
      <w:r w:rsidRPr="00583ACC">
        <w:rPr>
          <w:rtl/>
        </w:rPr>
        <w:t>חביב הקהל בעונה הראשונה של</w:t>
      </w:r>
      <w:r>
        <w:rPr>
          <w:rtl/>
        </w:rPr>
        <w:t xml:space="preserve"> בית הספר למוסיקה</w:t>
      </w:r>
      <w:r>
        <w:rPr>
          <w:rFonts w:hint="cs"/>
          <w:rtl/>
        </w:rPr>
        <w:t>, השיק אתר אינטרנט חדש.</w:t>
      </w:r>
    </w:p>
    <w:p w:rsidR="00583ACC" w:rsidRDefault="00583ACC" w:rsidP="008B4580">
      <w:pPr>
        <w:rPr>
          <w:rtl/>
        </w:rPr>
      </w:pPr>
      <w:r>
        <w:rPr>
          <w:rFonts w:hint="cs"/>
          <w:rtl/>
        </w:rPr>
        <w:t xml:space="preserve">באתר החדש, </w:t>
      </w:r>
      <w:hyperlink r:id="rId6" w:history="1">
        <w:r w:rsidRPr="00B51EA4">
          <w:rPr>
            <w:rStyle w:val="Hyperlink"/>
          </w:rPr>
          <w:t>www.sean</w:t>
        </w:r>
        <w:r w:rsidRPr="00B51EA4">
          <w:rPr>
            <w:rStyle w:val="Hyperlink"/>
          </w:rPr>
          <w:t>-</w:t>
        </w:r>
        <w:r w:rsidRPr="00B51EA4">
          <w:rPr>
            <w:rStyle w:val="Hyperlink"/>
          </w:rPr>
          <w:t>g.com</w:t>
        </w:r>
      </w:hyperlink>
      <w:r>
        <w:rPr>
          <w:rFonts w:hint="cs"/>
          <w:rtl/>
        </w:rPr>
        <w:t xml:space="preserve"> ניתן להכיר את שון על שלל גווניו.</w:t>
      </w:r>
    </w:p>
    <w:p w:rsidR="00D57582" w:rsidRDefault="00D57582" w:rsidP="008B4580">
      <w:pPr>
        <w:rPr>
          <w:rFonts w:hint="cs"/>
          <w:rtl/>
        </w:rPr>
      </w:pPr>
      <w:r>
        <w:rPr>
          <w:rFonts w:hint="cs"/>
          <w:rtl/>
        </w:rPr>
        <w:t xml:space="preserve">באתר ניתן לצפות באלבומי תמונות של שון מתוכנית הטלוויזיה 'בית הספר למוסיקה', תמונות עם משפחתו, מאחורי הקלעים </w:t>
      </w:r>
      <w:proofErr w:type="spellStart"/>
      <w:r>
        <w:rPr>
          <w:rFonts w:hint="cs"/>
          <w:rtl/>
        </w:rPr>
        <w:t>בארועים</w:t>
      </w:r>
      <w:proofErr w:type="spellEnd"/>
      <w:r>
        <w:rPr>
          <w:rFonts w:hint="cs"/>
          <w:rtl/>
        </w:rPr>
        <w:t xml:space="preserve"> שונים ועוד.</w:t>
      </w:r>
    </w:p>
    <w:p w:rsidR="00D57582" w:rsidRDefault="00D57582" w:rsidP="008B4580">
      <w:pPr>
        <w:rPr>
          <w:rtl/>
        </w:rPr>
      </w:pPr>
      <w:r>
        <w:rPr>
          <w:rFonts w:hint="cs"/>
          <w:rtl/>
        </w:rPr>
        <w:t xml:space="preserve">באזור </w:t>
      </w:r>
      <w:proofErr w:type="spellStart"/>
      <w:r>
        <w:rPr>
          <w:rFonts w:hint="cs"/>
          <w:rtl/>
        </w:rPr>
        <w:t>הוידאו</w:t>
      </w:r>
      <w:proofErr w:type="spellEnd"/>
      <w:r>
        <w:rPr>
          <w:rFonts w:hint="cs"/>
          <w:rtl/>
        </w:rPr>
        <w:t xml:space="preserve"> של האתר הקליפ הרשמי לשיר 'בואי לסרט', מאחורי הקלעים של הסרט 'מעבר לנהר', 'הפיג'מות' ועוד.</w:t>
      </w:r>
    </w:p>
    <w:p w:rsidR="00D57582" w:rsidRDefault="00D57582" w:rsidP="008B4580">
      <w:pPr>
        <w:rPr>
          <w:rFonts w:hint="cs"/>
          <w:rtl/>
        </w:rPr>
      </w:pPr>
      <w:r>
        <w:rPr>
          <w:rFonts w:hint="cs"/>
          <w:rtl/>
        </w:rPr>
        <w:t>בקרוב יעלה שון את הבלוג האישי שלו לאתר.</w:t>
      </w:r>
    </w:p>
    <w:p w:rsidR="00D57582" w:rsidRDefault="00D57582" w:rsidP="008B4580">
      <w:pPr>
        <w:rPr>
          <w:rFonts w:hint="cs"/>
          <w:rtl/>
        </w:rPr>
      </w:pPr>
      <w:r>
        <w:rPr>
          <w:rFonts w:hint="cs"/>
          <w:rtl/>
        </w:rPr>
        <w:t xml:space="preserve">האתר נבנה על הפלטפורמה של חברת </w:t>
      </w:r>
      <w:r>
        <w:t>Wix</w:t>
      </w:r>
      <w:r w:rsidR="00E951CE">
        <w:rPr>
          <w:rFonts w:hint="cs"/>
          <w:rtl/>
        </w:rPr>
        <w:t xml:space="preserve"> המאפשרת לאמנים להציג עצמם בקלות ובמהירות וזאת באמצעות מערכת ה </w:t>
      </w:r>
      <w:r w:rsidR="00E951CE">
        <w:t>Wix Music</w:t>
      </w:r>
      <w:r w:rsidR="00E951CE">
        <w:rPr>
          <w:rFonts w:hint="cs"/>
          <w:rtl/>
        </w:rPr>
        <w:t xml:space="preserve"> הכוללת השמעה ומכירת מוסיקה, גלריות וידאו ותמונות מתקדמת, חיבור לרשתות חברתיות ועוד.</w:t>
      </w:r>
    </w:p>
    <w:p w:rsidR="00E951CE" w:rsidRDefault="00E951CE" w:rsidP="008B4580">
      <w:pPr>
        <w:rPr>
          <w:rtl/>
        </w:rPr>
      </w:pPr>
      <w:r>
        <w:rPr>
          <w:rFonts w:hint="cs"/>
          <w:rtl/>
        </w:rPr>
        <w:t xml:space="preserve">כתובת האתר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hyperlink r:id="rId7" w:history="1">
        <w:r w:rsidRPr="00B51EA4">
          <w:rPr>
            <w:rStyle w:val="Hyperlink"/>
          </w:rPr>
          <w:t>www.sean-g.com</w:t>
        </w:r>
      </w:hyperlink>
      <w:r>
        <w:rPr>
          <w:rFonts w:hint="cs"/>
          <w:rtl/>
        </w:rPr>
        <w:t xml:space="preserve"> </w:t>
      </w:r>
    </w:p>
    <w:p w:rsidR="00E951CE" w:rsidRDefault="00E951CE" w:rsidP="008B4580">
      <w:pPr>
        <w:rPr>
          <w:rtl/>
        </w:rPr>
      </w:pPr>
    </w:p>
    <w:p w:rsidR="00E951CE" w:rsidRPr="00E951CE" w:rsidRDefault="00E951CE" w:rsidP="008B4580">
      <w:pPr>
        <w:rPr>
          <w:rFonts w:hint="cs"/>
          <w:rtl/>
        </w:rPr>
      </w:pPr>
      <w:r>
        <w:rPr>
          <w:rFonts w:hint="cs"/>
          <w:rtl/>
        </w:rPr>
        <w:t xml:space="preserve">האתר הוקם במסגרת מיזם </w:t>
      </w:r>
      <w:r>
        <w:t>Fly Guy</w:t>
      </w:r>
      <w:r>
        <w:rPr>
          <w:rFonts w:hint="cs"/>
          <w:rtl/>
        </w:rPr>
        <w:t>.</w:t>
      </w:r>
    </w:p>
    <w:p w:rsidR="00583ACC" w:rsidRDefault="00583ACC" w:rsidP="008B4580">
      <w:pPr>
        <w:rPr>
          <w:rFonts w:hint="cs"/>
          <w:rtl/>
        </w:rPr>
      </w:pPr>
    </w:p>
    <w:p w:rsidR="004A57BA" w:rsidRPr="008B4580" w:rsidRDefault="009D343F" w:rsidP="008B4580">
      <w:pPr>
        <w:rPr>
          <w:rtl/>
        </w:rPr>
      </w:pPr>
      <w:r w:rsidRPr="008B4580">
        <w:rPr>
          <w:rFonts w:hint="cs"/>
          <w:rtl/>
        </w:rPr>
        <w:t xml:space="preserve"> </w:t>
      </w:r>
    </w:p>
    <w:sectPr w:rsidR="004A57BA" w:rsidRPr="008B4580" w:rsidSect="00C67E69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02D" w:rsidRDefault="0036102D" w:rsidP="003A784F">
      <w:pPr>
        <w:spacing w:after="0" w:line="240" w:lineRule="auto"/>
      </w:pPr>
      <w:r>
        <w:separator/>
      </w:r>
    </w:p>
  </w:endnote>
  <w:endnote w:type="continuationSeparator" w:id="0">
    <w:p w:rsidR="0036102D" w:rsidRDefault="0036102D" w:rsidP="003A7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808080" w:themeColor="background1" w:themeShade="80"/>
        <w:rtl/>
      </w:rPr>
      <w:id w:val="-537351611"/>
      <w:docPartObj>
        <w:docPartGallery w:val="Page Numbers (Bottom of Page)"/>
        <w:docPartUnique/>
      </w:docPartObj>
    </w:sdtPr>
    <w:sdtEndPr>
      <w:rPr>
        <w:cs/>
      </w:rPr>
    </w:sdtEndPr>
    <w:sdtContent>
      <w:p w:rsidR="00996A93" w:rsidRPr="00044A31" w:rsidRDefault="00996A93" w:rsidP="00996A93">
        <w:pPr>
          <w:pStyle w:val="a5"/>
          <w:jc w:val="center"/>
          <w:rPr>
            <w:color w:val="808080" w:themeColor="background1" w:themeShade="80"/>
            <w:rtl/>
          </w:rPr>
        </w:pPr>
        <w:r w:rsidRPr="00044A31">
          <w:rPr>
            <w:rFonts w:hint="cs"/>
            <w:color w:val="808080" w:themeColor="background1" w:themeShade="80"/>
            <w:rtl/>
            <w:cs/>
          </w:rPr>
          <w:t>טלפון: 077-</w:t>
        </w:r>
        <w:r>
          <w:rPr>
            <w:rFonts w:hint="cs"/>
            <w:color w:val="808080" w:themeColor="background1" w:themeShade="80"/>
            <w:rtl/>
            <w:cs/>
          </w:rPr>
          <w:t>7050025</w:t>
        </w:r>
        <w:r w:rsidRPr="00044A31">
          <w:rPr>
            <w:rFonts w:hint="cs"/>
            <w:color w:val="808080" w:themeColor="background1" w:themeShade="80"/>
            <w:rtl/>
            <w:cs/>
          </w:rPr>
          <w:t xml:space="preserve"> | </w:t>
        </w:r>
        <w:proofErr w:type="spellStart"/>
        <w:r w:rsidRPr="00044A31">
          <w:rPr>
            <w:rFonts w:hint="cs"/>
            <w:color w:val="808080" w:themeColor="background1" w:themeShade="80"/>
            <w:rtl/>
            <w:cs/>
          </w:rPr>
          <w:t>סקייפ</w:t>
        </w:r>
        <w:proofErr w:type="spellEnd"/>
        <w:r w:rsidRPr="00044A31">
          <w:rPr>
            <w:rFonts w:hint="cs"/>
            <w:color w:val="808080" w:themeColor="background1" w:themeShade="80"/>
            <w:rtl/>
            <w:cs/>
          </w:rPr>
          <w:t xml:space="preserve">: </w:t>
        </w:r>
        <w:proofErr w:type="spellStart"/>
        <w:r w:rsidRPr="00044A31">
          <w:rPr>
            <w:color w:val="808080" w:themeColor="background1" w:themeShade="80"/>
          </w:rPr>
          <w:t>guy.barnea</w:t>
        </w:r>
        <w:proofErr w:type="spellEnd"/>
        <w:r w:rsidRPr="00044A31">
          <w:rPr>
            <w:rFonts w:hint="cs"/>
            <w:color w:val="808080" w:themeColor="background1" w:themeShade="80"/>
            <w:rtl/>
          </w:rPr>
          <w:t xml:space="preserve"> | </w:t>
        </w:r>
        <w:hyperlink r:id="rId1" w:history="1">
          <w:r w:rsidRPr="00CB5F6F">
            <w:rPr>
              <w:rStyle w:val="Hyperlink"/>
            </w:rPr>
            <w:t>info@fly-guy.club</w:t>
          </w:r>
        </w:hyperlink>
      </w:p>
      <w:p w:rsidR="00996A93" w:rsidRPr="00996A93" w:rsidRDefault="0036102D" w:rsidP="00996A93">
        <w:pPr>
          <w:pStyle w:val="a5"/>
          <w:jc w:val="center"/>
          <w:rPr>
            <w:color w:val="808080" w:themeColor="background1" w:themeShade="80"/>
            <w:sz w:val="32"/>
            <w:szCs w:val="32"/>
            <w:rtl/>
          </w:rPr>
        </w:pPr>
        <w:hyperlink r:id="rId2" w:history="1">
          <w:r w:rsidR="00996A93" w:rsidRPr="00996A93">
            <w:rPr>
              <w:rStyle w:val="Hyperlink"/>
              <w:sz w:val="32"/>
              <w:szCs w:val="32"/>
            </w:rPr>
            <w:t>www.fly-guy.club.com</w:t>
          </w:r>
        </w:hyperlink>
        <w:r w:rsidR="00996A93" w:rsidRPr="00996A93">
          <w:rPr>
            <w:color w:val="808080" w:themeColor="background1" w:themeShade="80"/>
            <w:sz w:val="32"/>
            <w:szCs w:val="32"/>
          </w:rPr>
          <w:t xml:space="preserve"> </w:t>
        </w:r>
      </w:p>
      <w:p w:rsidR="00996A93" w:rsidRPr="00044A31" w:rsidRDefault="00996A93" w:rsidP="00996A93">
        <w:pPr>
          <w:pStyle w:val="a5"/>
          <w:rPr>
            <w:color w:val="808080" w:themeColor="background1" w:themeShade="80"/>
            <w:rtl/>
            <w:cs/>
          </w:rPr>
        </w:pPr>
        <w:r w:rsidRPr="00044A31">
          <w:rPr>
            <w:rFonts w:hint="cs"/>
            <w:color w:val="808080" w:themeColor="background1" w:themeShade="80"/>
            <w:rtl/>
            <w:cs/>
          </w:rPr>
          <w:t xml:space="preserve"> </w:t>
        </w:r>
      </w:p>
      <w:p w:rsidR="00996A93" w:rsidRDefault="0036102D" w:rsidP="00996A93">
        <w:pPr>
          <w:pStyle w:val="a5"/>
        </w:pPr>
      </w:p>
    </w:sdtContent>
  </w:sdt>
  <w:p w:rsidR="003A784F" w:rsidRDefault="003A784F" w:rsidP="003A784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02D" w:rsidRDefault="0036102D" w:rsidP="003A784F">
      <w:pPr>
        <w:spacing w:after="0" w:line="240" w:lineRule="auto"/>
      </w:pPr>
      <w:r>
        <w:separator/>
      </w:r>
    </w:p>
  </w:footnote>
  <w:footnote w:type="continuationSeparator" w:id="0">
    <w:p w:rsidR="0036102D" w:rsidRDefault="0036102D" w:rsidP="003A7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84F" w:rsidRDefault="003A784F" w:rsidP="003A784F">
    <w:pPr>
      <w:pStyle w:val="a3"/>
      <w:jc w:val="right"/>
      <w:rPr>
        <w:rtl/>
      </w:rPr>
    </w:pPr>
  </w:p>
  <w:p w:rsidR="003A784F" w:rsidRDefault="00996A93" w:rsidP="00996A93">
    <w:pPr>
      <w:pStyle w:val="a3"/>
      <w:jc w:val="right"/>
    </w:pPr>
    <w:r>
      <w:rPr>
        <w:noProof/>
      </w:rPr>
      <w:drawing>
        <wp:inline distT="0" distB="0" distL="0" distR="0">
          <wp:extent cx="1780036" cy="716281"/>
          <wp:effectExtent l="0" t="0" r="0" b="7620"/>
          <wp:docPr id="6" name="תמונה 6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Url Clea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0036" cy="7162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ACC"/>
    <w:rsid w:val="00082CA3"/>
    <w:rsid w:val="00322B5D"/>
    <w:rsid w:val="0036102D"/>
    <w:rsid w:val="003A784F"/>
    <w:rsid w:val="004A57BA"/>
    <w:rsid w:val="00583ACC"/>
    <w:rsid w:val="006A7240"/>
    <w:rsid w:val="007E18F9"/>
    <w:rsid w:val="008B4580"/>
    <w:rsid w:val="00996A93"/>
    <w:rsid w:val="009D343F"/>
    <w:rsid w:val="00AD38BE"/>
    <w:rsid w:val="00C67E69"/>
    <w:rsid w:val="00D57582"/>
    <w:rsid w:val="00E951CE"/>
    <w:rsid w:val="00F8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D32BE"/>
  <w15:chartTrackingRefBased/>
  <w15:docId w15:val="{C8C4CA93-FAA6-4C62-B437-634123E5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D343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8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3A784F"/>
  </w:style>
  <w:style w:type="paragraph" w:styleId="a5">
    <w:name w:val="footer"/>
    <w:basedOn w:val="a"/>
    <w:link w:val="a6"/>
    <w:uiPriority w:val="99"/>
    <w:unhideWhenUsed/>
    <w:rsid w:val="003A78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3A784F"/>
  </w:style>
  <w:style w:type="character" w:styleId="Hyperlink">
    <w:name w:val="Hyperlink"/>
    <w:uiPriority w:val="99"/>
    <w:unhideWhenUsed/>
    <w:rsid w:val="009D343F"/>
    <w:rPr>
      <w:color w:val="0563C1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D575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ean-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an-g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ly-guy.club.com" TargetMode="External"/><Relationship Id="rId1" Type="http://schemas.openxmlformats.org/officeDocument/2006/relationships/hyperlink" Target="mailto:info@fly-guy.club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fly-guy.club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497;&#1488;\Documents\&#1514;&#1489;&#1504;&#1497;&#1493;&#1514;%20&#1502;&#1493;&#1514;&#1488;&#1502;&#1493;&#1514;%20&#1488;&#1497;&#1513;&#1497;&#1514;%20&#1513;&#1500;%20Office\Fly%20Guy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Fly Guy</Template>
  <TotalTime>1121</TotalTime>
  <Pages>1</Pages>
  <Words>130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Links>
    <vt:vector size="30" baseType="variant">
      <vt:variant>
        <vt:i4>6553682</vt:i4>
      </vt:variant>
      <vt:variant>
        <vt:i4>6</vt:i4>
      </vt:variant>
      <vt:variant>
        <vt:i4>0</vt:i4>
      </vt:variant>
      <vt:variant>
        <vt:i4>5</vt:i4>
      </vt:variant>
      <vt:variant>
        <vt:lpwstr>mailto:navotzoe@gmail.com</vt:lpwstr>
      </vt:variant>
      <vt:variant>
        <vt:lpwstr/>
      </vt:variant>
      <vt:variant>
        <vt:i4>3080313</vt:i4>
      </vt:variant>
      <vt:variant>
        <vt:i4>3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11599978</vt:i4>
      </vt:variant>
      <vt:variant>
        <vt:i4>0</vt:i4>
      </vt:variant>
      <vt:variant>
        <vt:i4>0</vt:i4>
      </vt:variant>
      <vt:variant>
        <vt:i4>5</vt:i4>
      </vt:variant>
      <vt:variant>
        <vt:lpwstr>http:// http/www.headstart.co.il/project.aspx?id=15663</vt:lpwstr>
      </vt:variant>
      <vt:variant>
        <vt:lpwstr/>
      </vt:variant>
      <vt:variant>
        <vt:i4>1245252</vt:i4>
      </vt:variant>
      <vt:variant>
        <vt:i4>3</vt:i4>
      </vt:variant>
      <vt:variant>
        <vt:i4>0</vt:i4>
      </vt:variant>
      <vt:variant>
        <vt:i4>5</vt:i4>
      </vt:variant>
      <vt:variant>
        <vt:lpwstr>http://www.fly-guy.club/</vt:lpwstr>
      </vt:variant>
      <vt:variant>
        <vt:lpwstr/>
      </vt:variant>
      <vt:variant>
        <vt:i4>1245252</vt:i4>
      </vt:variant>
      <vt:variant>
        <vt:i4>0</vt:i4>
      </vt:variant>
      <vt:variant>
        <vt:i4>0</vt:i4>
      </vt:variant>
      <vt:variant>
        <vt:i4>5</vt:i4>
      </vt:variant>
      <vt:variant>
        <vt:lpwstr>http://www.fly-guy.club/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גיא ברנע</dc:creator>
  <cp:keywords/>
  <dc:description/>
  <cp:lastModifiedBy>Guy Barnea</cp:lastModifiedBy>
  <cp:revision>1</cp:revision>
  <dcterms:created xsi:type="dcterms:W3CDTF">2017-01-23T13:27:00Z</dcterms:created>
  <dcterms:modified xsi:type="dcterms:W3CDTF">2017-01-24T08:33:00Z</dcterms:modified>
</cp:coreProperties>
</file>