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D5501" w14:textId="77777777" w:rsidR="004C2299" w:rsidRDefault="004C2299" w:rsidP="004C2299">
      <w:pPr>
        <w:jc w:val="center"/>
        <w:rPr>
          <w:rFonts w:cs="Arial"/>
          <w:b/>
          <w:bCs/>
          <w:u w:val="single"/>
          <w:rtl/>
        </w:rPr>
      </w:pPr>
    </w:p>
    <w:p w14:paraId="6DD2DFDA" w14:textId="77777777" w:rsidR="004C2299" w:rsidRDefault="004C2299" w:rsidP="004C2299">
      <w:pPr>
        <w:jc w:val="center"/>
        <w:rPr>
          <w:rFonts w:cs="Arial"/>
          <w:b/>
          <w:bCs/>
          <w:u w:val="single"/>
          <w:rtl/>
        </w:rPr>
      </w:pPr>
    </w:p>
    <w:p w14:paraId="51DF5DC8" w14:textId="77777777" w:rsidR="00256E7C" w:rsidRDefault="00256E7C" w:rsidP="00256E7C">
      <w:pPr>
        <w:jc w:val="center"/>
        <w:rPr>
          <w:rFonts w:cs="Arial"/>
          <w:b/>
          <w:bCs/>
          <w:u w:val="single"/>
          <w:rtl/>
        </w:rPr>
      </w:pPr>
    </w:p>
    <w:p w14:paraId="1876B7D9" w14:textId="77777777" w:rsidR="00256E7C" w:rsidRDefault="00256E7C" w:rsidP="00256E7C">
      <w:pPr>
        <w:jc w:val="center"/>
        <w:rPr>
          <w:rFonts w:cs="Arial"/>
          <w:b/>
          <w:bCs/>
          <w:u w:val="single"/>
          <w:rtl/>
        </w:rPr>
      </w:pPr>
    </w:p>
    <w:p w14:paraId="20E955CC" w14:textId="28993443" w:rsidR="00FC2359" w:rsidRPr="00256E7C" w:rsidRDefault="00256E7C" w:rsidP="00256E7C">
      <w:pPr>
        <w:jc w:val="center"/>
        <w:rPr>
          <w:rFonts w:cs="Arial"/>
          <w:b/>
          <w:bCs/>
          <w:u w:val="single"/>
          <w:rtl/>
        </w:rPr>
      </w:pPr>
      <w:r w:rsidRPr="00256E7C">
        <w:rPr>
          <w:rFonts w:cs="Arial" w:hint="cs"/>
          <w:b/>
          <w:bCs/>
          <w:u w:val="single"/>
          <w:rtl/>
        </w:rPr>
        <w:t xml:space="preserve">הודעה לעיתונות: </w:t>
      </w:r>
      <w:r w:rsidR="00FC2359" w:rsidRPr="00256E7C">
        <w:rPr>
          <w:rFonts w:cs="Arial"/>
          <w:b/>
          <w:bCs/>
          <w:u w:val="single"/>
          <w:rtl/>
        </w:rPr>
        <w:t>ת.ד קשה בצומת כדורי כביש 65</w:t>
      </w:r>
    </w:p>
    <w:p w14:paraId="5D602101" w14:textId="77777777" w:rsidR="00256E7C" w:rsidRPr="00256E7C" w:rsidRDefault="00256E7C" w:rsidP="00256E7C">
      <w:pPr>
        <w:jc w:val="center"/>
        <w:rPr>
          <w:rFonts w:cs="Arial"/>
          <w:b/>
          <w:bCs/>
          <w:u w:val="single"/>
          <w:rtl/>
        </w:rPr>
      </w:pPr>
    </w:p>
    <w:p w14:paraId="328D2610" w14:textId="34DB0CCE" w:rsidR="00FC2359" w:rsidRDefault="00FC2359" w:rsidP="00FC2359">
      <w:pPr>
        <w:rPr>
          <w:rtl/>
        </w:rPr>
      </w:pPr>
      <w:r>
        <w:rPr>
          <w:rFonts w:cs="Arial"/>
          <w:rtl/>
        </w:rPr>
        <w:t>ראש המועצה האזורית הגליל התחתון ניצן פלג</w:t>
      </w:r>
      <w:r w:rsidR="00256E7C">
        <w:rPr>
          <w:rFonts w:cs="Arial" w:hint="cs"/>
          <w:rtl/>
        </w:rPr>
        <w:t xml:space="preserve"> בעקבות תאונת הדרכים הקשה שהתרחשה היום בצהריים בצומת כדורי:</w:t>
      </w:r>
    </w:p>
    <w:p w14:paraId="6BFA1212" w14:textId="77777777" w:rsidR="00FC2359" w:rsidRPr="00E81055" w:rsidRDefault="00FC2359" w:rsidP="00FC2359">
      <w:pPr>
        <w:rPr>
          <w:b/>
          <w:bCs/>
          <w:rtl/>
        </w:rPr>
      </w:pPr>
      <w:r w:rsidRPr="00E81055">
        <w:rPr>
          <w:rFonts w:cs="Arial"/>
          <w:b/>
          <w:bCs/>
          <w:rtl/>
        </w:rPr>
        <w:t>"הכביש האדום ביותר בצפון ממשיך לגבות פגיעות קשות בגוף וכולנו מתפללים להחלמתה של הפצועה. אני קורא לשרת התחבורה מיכאלי ולשר האוצר ליברמן לתקצב ללא דיחוי את עבודות שדרוג הכביש שהוקפאו ולשים קץ למרחץ הדמים שמחולל כביש 65 לתושבי האזור."</w:t>
      </w:r>
    </w:p>
    <w:p w14:paraId="739429B5" w14:textId="77777777" w:rsidR="00FC2359" w:rsidRDefault="00FC2359" w:rsidP="00FC2359">
      <w:pPr>
        <w:rPr>
          <w:rtl/>
        </w:rPr>
      </w:pPr>
    </w:p>
    <w:p w14:paraId="1610F79F" w14:textId="77777777" w:rsidR="00FC2359" w:rsidRDefault="00FC2359" w:rsidP="00FC2359">
      <w:pPr>
        <w:rPr>
          <w:rtl/>
        </w:rPr>
      </w:pPr>
      <w:r>
        <w:rPr>
          <w:rFonts w:cs="Arial"/>
          <w:rtl/>
        </w:rPr>
        <w:t xml:space="preserve">ניתן </w:t>
      </w:r>
      <w:proofErr w:type="spellStart"/>
      <w:r>
        <w:rPr>
          <w:rFonts w:cs="Arial"/>
          <w:rtl/>
        </w:rPr>
        <w:t>לראין</w:t>
      </w:r>
      <w:proofErr w:type="spellEnd"/>
      <w:r>
        <w:rPr>
          <w:rFonts w:cs="Arial"/>
          <w:rtl/>
        </w:rPr>
        <w:t xml:space="preserve"> את ראש המועצה ניצן פלג בנושא</w:t>
      </w:r>
    </w:p>
    <w:p w14:paraId="23F853C6" w14:textId="77777777" w:rsidR="00FC2359" w:rsidRDefault="00FC2359" w:rsidP="00FC2359">
      <w:pPr>
        <w:rPr>
          <w:rtl/>
        </w:rPr>
      </w:pPr>
    </w:p>
    <w:p w14:paraId="08B29193" w14:textId="77777777" w:rsidR="00FC2359" w:rsidRDefault="00FC2359" w:rsidP="00FC2359">
      <w:pPr>
        <w:rPr>
          <w:rtl/>
        </w:rPr>
      </w:pPr>
      <w:r>
        <w:rPr>
          <w:rFonts w:cs="Arial"/>
          <w:rtl/>
        </w:rPr>
        <w:t>רון תירוש</w:t>
      </w:r>
    </w:p>
    <w:p w14:paraId="4587622F" w14:textId="77777777" w:rsidR="00FC2359" w:rsidRDefault="00FC2359" w:rsidP="00FC2359">
      <w:pPr>
        <w:rPr>
          <w:rtl/>
        </w:rPr>
      </w:pPr>
      <w:r>
        <w:rPr>
          <w:rFonts w:cs="Arial"/>
          <w:rtl/>
        </w:rPr>
        <w:t>דובר הגליל התחתון</w:t>
      </w:r>
    </w:p>
    <w:p w14:paraId="75CE7E3C" w14:textId="77777777" w:rsidR="00FC2359" w:rsidRDefault="00FC2359" w:rsidP="00FC2359">
      <w:pPr>
        <w:rPr>
          <w:rtl/>
        </w:rPr>
      </w:pPr>
      <w:r>
        <w:rPr>
          <w:rFonts w:cs="Arial"/>
          <w:rtl/>
        </w:rPr>
        <w:t>054-6349311</w:t>
      </w:r>
    </w:p>
    <w:p w14:paraId="0DCDC9D9" w14:textId="52870803" w:rsidR="00FC2359" w:rsidRDefault="00FC2359" w:rsidP="00FC2359">
      <w:pPr>
        <w:rPr>
          <w:rtl/>
        </w:rPr>
      </w:pPr>
      <w:r>
        <w:rPr>
          <w:rFonts w:cs="Arial"/>
          <w:rtl/>
        </w:rPr>
        <w:t>תמונות וסרטונים בקישור:</w:t>
      </w:r>
    </w:p>
    <w:p w14:paraId="214B3861" w14:textId="77777777" w:rsidR="00256E7C" w:rsidRDefault="00256E7C" w:rsidP="00FC2359">
      <w:pPr>
        <w:rPr>
          <w:rtl/>
        </w:rPr>
      </w:pPr>
    </w:p>
    <w:p w14:paraId="2AC53BA9" w14:textId="72A40C7B" w:rsidR="00FC2359" w:rsidRDefault="00FC2359" w:rsidP="00FC2359">
      <w:pPr>
        <w:rPr>
          <w:rtl/>
        </w:rPr>
      </w:pPr>
      <w:hyperlink r:id="rId7" w:history="1">
        <w:r w:rsidRPr="00A90B16">
          <w:rPr>
            <w:rStyle w:val="Hyperlink"/>
          </w:rPr>
          <w:t>https://drive.google.com/drive/folders/1wmgWtoYawa-6SOZembtx24qcYYuBOQLo?usp=sharing</w:t>
        </w:r>
      </w:hyperlink>
    </w:p>
    <w:p w14:paraId="5EDC6458" w14:textId="77777777" w:rsidR="00FC2359" w:rsidRPr="00416D48" w:rsidRDefault="00FC2359" w:rsidP="00FC2359">
      <w:pPr>
        <w:rPr>
          <w:rtl/>
        </w:rPr>
      </w:pPr>
    </w:p>
    <w:p w14:paraId="6B8E9437" w14:textId="77777777" w:rsidR="00FC2359" w:rsidRDefault="00FC2359" w:rsidP="00FC2359">
      <w:pPr>
        <w:rPr>
          <w:rtl/>
        </w:rPr>
      </w:pPr>
      <w:r>
        <w:rPr>
          <w:rFonts w:cs="Arial"/>
          <w:rtl/>
        </w:rPr>
        <w:t>מצורפת הודעת דוברות מד"א בצירוף תמונות צילום דוברות מועצה אזורית הגליל התחתון</w:t>
      </w:r>
    </w:p>
    <w:p w14:paraId="57D8E94E" w14:textId="77777777" w:rsidR="00FC2359" w:rsidRDefault="00FC2359" w:rsidP="00FC2359">
      <w:pPr>
        <w:rPr>
          <w:rtl/>
        </w:rPr>
      </w:pPr>
    </w:p>
    <w:p w14:paraId="377B41C2" w14:textId="77777777" w:rsidR="00FC2359" w:rsidRDefault="00FC2359" w:rsidP="00FC2359">
      <w:pPr>
        <w:rPr>
          <w:rtl/>
        </w:rPr>
      </w:pPr>
    </w:p>
    <w:p w14:paraId="0E9682F3" w14:textId="77777777" w:rsidR="00FC2359" w:rsidRDefault="00FC2359" w:rsidP="00FC2359">
      <w:pPr>
        <w:rPr>
          <w:rtl/>
        </w:rPr>
      </w:pPr>
      <w:r>
        <w:rPr>
          <w:rFonts w:cs="Arial"/>
          <w:rtl/>
        </w:rPr>
        <w:t xml:space="preserve">דוברות מד"א: בשעה 14:09 התקבל דיווח במוקד 101 של מד"א במרחב ירדן על הולכת רגל שנפגעה מרכב בכביש 65 סמוך לצומת כדורי. חובשים </w:t>
      </w:r>
      <w:proofErr w:type="spellStart"/>
      <w:r>
        <w:rPr>
          <w:rFonts w:cs="Arial"/>
          <w:rtl/>
        </w:rPr>
        <w:t>ופראמדיקים</w:t>
      </w:r>
      <w:proofErr w:type="spellEnd"/>
      <w:r>
        <w:rPr>
          <w:rFonts w:cs="Arial"/>
          <w:rtl/>
        </w:rPr>
        <w:t xml:space="preserve"> של מד"א מעניקים טיפול רפואי ומפנים במסוק לבי"ח רמב"ם צעירה כבת 20 במצב קשה עם חבלת ראש. טימור</w:t>
      </w:r>
    </w:p>
    <w:p w14:paraId="3F2A6517" w14:textId="77777777" w:rsidR="00FC2359" w:rsidRDefault="00FC2359" w:rsidP="00FC2359">
      <w:pPr>
        <w:rPr>
          <w:rtl/>
        </w:rPr>
      </w:pPr>
    </w:p>
    <w:p w14:paraId="587501C4" w14:textId="77777777" w:rsidR="00FC2359" w:rsidRDefault="00FC2359" w:rsidP="00FC2359">
      <w:r>
        <w:rPr>
          <w:rFonts w:cs="Arial"/>
          <w:rtl/>
        </w:rPr>
        <w:t>חובש רפואת חירום רכוב על אופנוע מד"א דודו ברגר, סיפר: "הגענו במקום במהירות וראינו את הולכת הרגל שוכבת מחוסרת הכרה על הכביש ועם חבלת ראש קשה מאוד לאחר שנפגעה מרכב. מיד הענקנו לה טיפול רפואי מתקדם ומציל חיים בשטח ופינינו אותה במסוק מד"א לביה"ח כשהיא מורדמת ומונשמת במצב קשה."</w:t>
      </w:r>
    </w:p>
    <w:p w14:paraId="66487C38" w14:textId="77777777" w:rsidR="00D934DB" w:rsidRPr="00FC2359" w:rsidRDefault="00D934DB" w:rsidP="00FC2359">
      <w:pPr>
        <w:rPr>
          <w:i/>
          <w:iCs/>
          <w:rtl/>
        </w:rPr>
      </w:pPr>
    </w:p>
    <w:sectPr w:rsidR="00D934DB" w:rsidRPr="00FC2359" w:rsidSect="00D6328D">
      <w:headerReference w:type="default" r:id="rId8"/>
      <w:footerReference w:type="default" r:id="rId9"/>
      <w:pgSz w:w="11906" w:h="16838" w:code="9"/>
      <w:pgMar w:top="245" w:right="2268" w:bottom="245" w:left="1038" w:header="230" w:footer="418" w:gutter="0"/>
      <w:cols w:space="708"/>
      <w:bidi/>
      <w:rtlGutter/>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79EF" w14:textId="77777777" w:rsidR="00032919" w:rsidRDefault="00032919">
      <w:r>
        <w:separator/>
      </w:r>
    </w:p>
  </w:endnote>
  <w:endnote w:type="continuationSeparator" w:id="0">
    <w:p w14:paraId="016F39E3" w14:textId="77777777" w:rsidR="00032919" w:rsidRDefault="0003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07214695"/>
      <w:docPartObj>
        <w:docPartGallery w:val="Page Numbers (Bottom of Page)"/>
        <w:docPartUnique/>
      </w:docPartObj>
    </w:sdtPr>
    <w:sdtEndPr/>
    <w:sdtContent>
      <w:p w14:paraId="644509FB" w14:textId="65DA01D6" w:rsidR="008B4974" w:rsidRDefault="008B4974">
        <w:pPr>
          <w:pStyle w:val="a5"/>
          <w:jc w:val="right"/>
        </w:pPr>
        <w:r>
          <w:fldChar w:fldCharType="begin"/>
        </w:r>
        <w:r>
          <w:instrText>PAGE   \* MERGEFORMAT</w:instrText>
        </w:r>
        <w:r>
          <w:fldChar w:fldCharType="separate"/>
        </w:r>
        <w:r>
          <w:rPr>
            <w:rtl/>
            <w:lang w:val="he-IL"/>
          </w:rPr>
          <w:t>2</w:t>
        </w:r>
        <w:r>
          <w:fldChar w:fldCharType="end"/>
        </w:r>
      </w:p>
    </w:sdtContent>
  </w:sdt>
  <w:p w14:paraId="60B7D26D" w14:textId="77777777" w:rsidR="008B4974" w:rsidRDefault="008B49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AA9CC" w14:textId="77777777" w:rsidR="00032919" w:rsidRDefault="00032919">
      <w:r>
        <w:separator/>
      </w:r>
    </w:p>
  </w:footnote>
  <w:footnote w:type="continuationSeparator" w:id="0">
    <w:p w14:paraId="1049C092" w14:textId="77777777" w:rsidR="00032919" w:rsidRDefault="00032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D75C" w14:textId="52283D29" w:rsidR="002E63E6" w:rsidRPr="006A5929" w:rsidRDefault="00D934DB" w:rsidP="00D934DB">
    <w:pPr>
      <w:pStyle w:val="1"/>
      <w:ind w:hanging="614"/>
      <w:jc w:val="center"/>
      <w:rPr>
        <w:b/>
        <w:bCs/>
        <w:color w:val="0000FF"/>
        <w:rtl/>
      </w:rPr>
    </w:pPr>
    <w:r>
      <w:rPr>
        <w:rFonts w:hint="cs"/>
        <w:color w:val="0000FF"/>
        <w:sz w:val="20"/>
        <w:rtl/>
        <w:lang w:eastAsia="en-US"/>
      </w:rPr>
      <w:drawing>
        <wp:anchor distT="0" distB="0" distL="114300" distR="114300" simplePos="0" relativeHeight="251656704" behindDoc="0" locked="0" layoutInCell="1" allowOverlap="1" wp14:anchorId="548CE196" wp14:editId="0A079ADA">
          <wp:simplePos x="0" y="0"/>
          <wp:positionH relativeFrom="column">
            <wp:posOffset>5951220</wp:posOffset>
          </wp:positionH>
          <wp:positionV relativeFrom="page">
            <wp:posOffset>85725</wp:posOffset>
          </wp:positionV>
          <wp:extent cx="815975" cy="939800"/>
          <wp:effectExtent l="0" t="0" r="3175" b="0"/>
          <wp:wrapNone/>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975" cy="939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b/>
        <w:bCs/>
        <w:color w:val="0000FF"/>
        <w:sz w:val="20"/>
        <w:rtl/>
      </w:rPr>
      <w:drawing>
        <wp:anchor distT="0" distB="0" distL="114300" distR="114300" simplePos="0" relativeHeight="251659776" behindDoc="0" locked="0" layoutInCell="1" allowOverlap="1" wp14:anchorId="72F4AD00" wp14:editId="6CD7AC03">
          <wp:simplePos x="0" y="0"/>
          <wp:positionH relativeFrom="column">
            <wp:posOffset>-621030</wp:posOffset>
          </wp:positionH>
          <wp:positionV relativeFrom="page">
            <wp:posOffset>47625</wp:posOffset>
          </wp:positionV>
          <wp:extent cx="1224280" cy="1069340"/>
          <wp:effectExtent l="0" t="0" r="0" b="0"/>
          <wp:wrapNone/>
          <wp:docPr id="4" name="תמונה 4" descr="C:\Users\sharonc\Desktop\לוגו 70 שנה.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9" descr="C:\Users\sharonc\Desktop\לוגו 70 שנה.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4280" cy="1069340"/>
                  </a:xfrm>
                  <a:prstGeom prst="rect">
                    <a:avLst/>
                  </a:prstGeom>
                  <a:noFill/>
                  <a:ln>
                    <a:noFill/>
                  </a:ln>
                </pic:spPr>
              </pic:pic>
            </a:graphicData>
          </a:graphic>
          <wp14:sizeRelH relativeFrom="page">
            <wp14:pctWidth>0</wp14:pctWidth>
          </wp14:sizeRelH>
          <wp14:sizeRelV relativeFrom="page">
            <wp14:pctHeight>0</wp14:pctHeight>
          </wp14:sizeRelV>
        </wp:anchor>
      </w:drawing>
    </w:r>
    <w:r w:rsidR="00BC4905">
      <w:rPr>
        <w:rFonts w:hint="cs"/>
        <w:color w:val="0000FF"/>
        <w:sz w:val="20"/>
        <w:rtl/>
        <w:lang w:val="en-US" w:eastAsia="en-US"/>
      </w:rPr>
      <mc:AlternateContent>
        <mc:Choice Requires="wps">
          <w:drawing>
            <wp:anchor distT="0" distB="0" distL="114300" distR="114300" simplePos="0" relativeHeight="251658752" behindDoc="0" locked="0" layoutInCell="1" allowOverlap="1" wp14:anchorId="46D42B45" wp14:editId="6493FBC3">
              <wp:simplePos x="0" y="0"/>
              <wp:positionH relativeFrom="column">
                <wp:posOffset>5688330</wp:posOffset>
              </wp:positionH>
              <wp:positionV relativeFrom="paragraph">
                <wp:posOffset>1257300</wp:posOffset>
              </wp:positionV>
              <wp:extent cx="19050" cy="8104505"/>
              <wp:effectExtent l="11430" t="9525" r="7620" b="1079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810450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5A602" id="Line 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9pt,99pt" to="449.4pt,7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" strokecolor="blue"/>
          </w:pict>
        </mc:Fallback>
      </mc:AlternateContent>
    </w:r>
    <w:r w:rsidR="002E63E6" w:rsidRPr="006A5929">
      <w:rPr>
        <w:rFonts w:hint="cs"/>
        <w:b/>
        <w:bCs/>
        <w:color w:val="0000FF"/>
        <w:rtl/>
      </w:rPr>
      <w:t xml:space="preserve">מועצה אזורית הגליל </w:t>
    </w:r>
    <w:r w:rsidR="002E63E6">
      <w:rPr>
        <w:rFonts w:hint="cs"/>
        <w:b/>
        <w:bCs/>
        <w:color w:val="0000FF"/>
        <w:rtl/>
      </w:rPr>
      <w:t>ה</w:t>
    </w:r>
    <w:r w:rsidR="002E63E6" w:rsidRPr="006A5929">
      <w:rPr>
        <w:rFonts w:hint="cs"/>
        <w:b/>
        <w:bCs/>
        <w:color w:val="0000FF"/>
        <w:rtl/>
      </w:rPr>
      <w:t>תחתון</w:t>
    </w:r>
  </w:p>
  <w:p w14:paraId="5D20AE00" w14:textId="69ACAE36" w:rsidR="002E63E6" w:rsidRPr="006A5929" w:rsidRDefault="002E63E6" w:rsidP="00D934DB">
    <w:pPr>
      <w:ind w:hanging="614"/>
      <w:jc w:val="center"/>
      <w:rPr>
        <w:b/>
        <w:bCs/>
        <w:noProof/>
        <w:color w:val="0000FF"/>
        <w:sz w:val="20"/>
        <w:rtl/>
        <w:lang w:val="he-IL"/>
      </w:rPr>
    </w:pPr>
    <w:r w:rsidRPr="006A5929">
      <w:rPr>
        <w:rFonts w:hint="cs"/>
        <w:b/>
        <w:bCs/>
        <w:noProof/>
        <w:color w:val="0000FF"/>
        <w:sz w:val="20"/>
        <w:rtl/>
        <w:lang w:val="he-IL"/>
      </w:rPr>
      <w:t>גליל תחתון,  מיקוד 1</w:t>
    </w:r>
    <w:r w:rsidR="008A2738">
      <w:rPr>
        <w:rFonts w:hint="cs"/>
        <w:b/>
        <w:bCs/>
        <w:noProof/>
        <w:color w:val="0000FF"/>
        <w:sz w:val="20"/>
        <w:rtl/>
        <w:lang w:val="he-IL"/>
      </w:rPr>
      <w:t>524800</w:t>
    </w:r>
    <w:r w:rsidRPr="006A5929">
      <w:rPr>
        <w:rFonts w:hint="cs"/>
        <w:b/>
        <w:bCs/>
        <w:noProof/>
        <w:color w:val="0000FF"/>
        <w:sz w:val="20"/>
        <w:rtl/>
        <w:lang w:val="he-IL"/>
      </w:rPr>
      <w:t>,  טל.  04-66282</w:t>
    </w:r>
    <w:r w:rsidR="00D934DB">
      <w:rPr>
        <w:rFonts w:hint="cs"/>
        <w:b/>
        <w:bCs/>
        <w:noProof/>
        <w:color w:val="0000FF"/>
        <w:sz w:val="20"/>
        <w:rtl/>
        <w:lang w:val="he-IL"/>
      </w:rPr>
      <w:t>54</w:t>
    </w:r>
    <w:r w:rsidRPr="006A5929">
      <w:rPr>
        <w:rFonts w:hint="cs"/>
        <w:b/>
        <w:bCs/>
        <w:noProof/>
        <w:color w:val="0000FF"/>
        <w:sz w:val="20"/>
        <w:rtl/>
        <w:lang w:val="he-IL"/>
      </w:rPr>
      <w:t xml:space="preserve">   0</w:t>
    </w:r>
    <w:r w:rsidR="00D934DB">
      <w:rPr>
        <w:rFonts w:hint="cs"/>
        <w:b/>
        <w:bCs/>
        <w:noProof/>
        <w:color w:val="0000FF"/>
        <w:sz w:val="20"/>
        <w:rtl/>
        <w:lang w:val="he-IL"/>
      </w:rPr>
      <w:t>5</w:t>
    </w:r>
    <w:r w:rsidRPr="006A5929">
      <w:rPr>
        <w:rFonts w:hint="cs"/>
        <w:b/>
        <w:bCs/>
        <w:noProof/>
        <w:color w:val="0000FF"/>
        <w:sz w:val="20"/>
        <w:rtl/>
        <w:lang w:val="he-IL"/>
      </w:rPr>
      <w:t>4-6</w:t>
    </w:r>
    <w:r w:rsidR="00D934DB">
      <w:rPr>
        <w:rFonts w:hint="cs"/>
        <w:b/>
        <w:bCs/>
        <w:noProof/>
        <w:color w:val="0000FF"/>
        <w:sz w:val="20"/>
        <w:rtl/>
        <w:lang w:val="he-IL"/>
      </w:rPr>
      <w:t>349311</w:t>
    </w:r>
  </w:p>
  <w:p w14:paraId="49C01E13" w14:textId="570008DA" w:rsidR="002E63E6" w:rsidRPr="006A5929" w:rsidRDefault="002E63E6" w:rsidP="00D934DB">
    <w:pPr>
      <w:ind w:hanging="614"/>
      <w:jc w:val="center"/>
      <w:rPr>
        <w:b/>
        <w:bCs/>
        <w:noProof/>
        <w:color w:val="0000FF"/>
        <w:rtl/>
      </w:rPr>
    </w:pPr>
    <w:r w:rsidRPr="006A5929">
      <w:rPr>
        <w:rFonts w:hint="cs"/>
        <w:b/>
        <w:bCs/>
        <w:noProof/>
        <w:color w:val="0000FF"/>
        <w:sz w:val="20"/>
        <w:rtl/>
        <w:lang w:val="he-IL"/>
      </w:rPr>
      <w:t>מ</w:t>
    </w:r>
    <w:r w:rsidR="000757E8">
      <w:rPr>
        <w:rFonts w:hint="cs"/>
        <w:b/>
        <w:bCs/>
        <w:noProof/>
        <w:color w:val="0000FF"/>
        <w:sz w:val="20"/>
        <w:rtl/>
        <w:lang w:val="he-IL"/>
      </w:rPr>
      <w:t xml:space="preserve">וקד  </w:t>
    </w:r>
    <w:r w:rsidR="00927C21">
      <w:rPr>
        <w:rFonts w:hint="cs"/>
        <w:b/>
        <w:bCs/>
        <w:noProof/>
        <w:color w:val="0000FF"/>
        <w:sz w:val="20"/>
        <w:rtl/>
        <w:lang w:val="he-IL"/>
      </w:rPr>
      <w:t>106</w:t>
    </w:r>
    <w:r w:rsidR="000757E8">
      <w:rPr>
        <w:rFonts w:hint="cs"/>
        <w:b/>
        <w:bCs/>
        <w:noProof/>
        <w:color w:val="0000FF"/>
        <w:sz w:val="20"/>
        <w:rtl/>
        <w:lang w:val="he-IL"/>
      </w:rPr>
      <w:t xml:space="preserve">    </w:t>
    </w:r>
    <w:r w:rsidR="00D934DB">
      <w:rPr>
        <w:b/>
        <w:bCs/>
        <w:noProof/>
        <w:color w:val="0000FF"/>
      </w:rPr>
      <w:t>ront</w:t>
    </w:r>
    <w:r w:rsidRPr="006A5929">
      <w:rPr>
        <w:b/>
        <w:bCs/>
        <w:noProof/>
        <w:color w:val="0000FF"/>
      </w:rPr>
      <w:t>@</w:t>
    </w:r>
    <w:r w:rsidR="000757E8">
      <w:rPr>
        <w:b/>
        <w:bCs/>
        <w:noProof/>
        <w:color w:val="0000FF"/>
      </w:rPr>
      <w:t>glt.org.</w:t>
    </w:r>
    <w:r w:rsidRPr="006A5929">
      <w:rPr>
        <w:b/>
        <w:bCs/>
        <w:noProof/>
        <w:color w:val="0000FF"/>
      </w:rPr>
      <w:t>il</w:t>
    </w:r>
  </w:p>
  <w:p w14:paraId="6A4EA434" w14:textId="20A437DE" w:rsidR="002E63E6" w:rsidRDefault="00032919" w:rsidP="00D934DB">
    <w:pPr>
      <w:ind w:left="-50" w:hanging="614"/>
      <w:jc w:val="center"/>
      <w:rPr>
        <w:b/>
        <w:bCs/>
        <w:noProof/>
        <w:color w:val="0000FF"/>
        <w:sz w:val="28"/>
        <w:szCs w:val="28"/>
        <w:rtl/>
        <w:lang w:val="he-IL"/>
      </w:rPr>
    </w:pPr>
    <w:hyperlink r:id="rId3" w:history="1">
      <w:r w:rsidR="00F77807" w:rsidRPr="00414FFD">
        <w:rPr>
          <w:rStyle w:val="Hyperlink"/>
          <w:b/>
          <w:bCs/>
          <w:noProof/>
          <w:sz w:val="28"/>
          <w:szCs w:val="28"/>
        </w:rPr>
        <w:t>www.glt.org.il</w:t>
      </w:r>
    </w:hyperlink>
  </w:p>
  <w:p w14:paraId="65FE4EE8" w14:textId="0545E218" w:rsidR="002E63E6" w:rsidRPr="00FC2359" w:rsidRDefault="00BC4905" w:rsidP="00D934DB">
    <w:pPr>
      <w:pStyle w:val="a4"/>
      <w:ind w:hanging="614"/>
      <w:jc w:val="center"/>
      <w:rPr>
        <w:b/>
        <w:bCs/>
        <w:sz w:val="36"/>
        <w:szCs w:val="36"/>
        <w:u w:val="single"/>
      </w:rPr>
    </w:pPr>
    <w:r w:rsidRPr="00FC2359">
      <w:rPr>
        <w:rFonts w:hint="cs"/>
        <w:b/>
        <w:bCs/>
        <w:noProof/>
        <w:color w:val="0000FF"/>
        <w:sz w:val="36"/>
        <w:szCs w:val="36"/>
        <w:u w:val="single"/>
        <w:rtl/>
        <w:lang w:eastAsia="en-US"/>
      </w:rPr>
      <mc:AlternateContent>
        <mc:Choice Requires="wps">
          <w:drawing>
            <wp:anchor distT="0" distB="0" distL="114300" distR="114300" simplePos="0" relativeHeight="251657728" behindDoc="0" locked="0" layoutInCell="1" allowOverlap="1" wp14:anchorId="3BB72A6F" wp14:editId="3FBBB72D">
              <wp:simplePos x="0" y="0"/>
              <wp:positionH relativeFrom="column">
                <wp:posOffset>5712460</wp:posOffset>
              </wp:positionH>
              <wp:positionV relativeFrom="paragraph">
                <wp:posOffset>254000</wp:posOffset>
              </wp:positionV>
              <wp:extent cx="1098550" cy="90233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9023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3B039" w14:textId="77777777" w:rsidR="00F6355F" w:rsidRPr="006A5929" w:rsidRDefault="00F6355F" w:rsidP="00F6355F">
                          <w:pPr>
                            <w:ind w:right="-173"/>
                            <w:rPr>
                              <w:color w:val="0000FF"/>
                              <w:rtl/>
                            </w:rPr>
                          </w:pPr>
                        </w:p>
                        <w:p w14:paraId="45EC7AFC"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אילניה</w:t>
                          </w:r>
                        </w:p>
                        <w:p w14:paraId="1C36EE31" w14:textId="77777777" w:rsidR="00F6355F" w:rsidRPr="006A5929" w:rsidRDefault="00F6355F" w:rsidP="00F6355F">
                          <w:pPr>
                            <w:tabs>
                              <w:tab w:val="left" w:pos="232"/>
                            </w:tabs>
                            <w:spacing w:line="360" w:lineRule="auto"/>
                            <w:ind w:left="243" w:right="-173"/>
                            <w:rPr>
                              <w:b/>
                              <w:bCs/>
                              <w:color w:val="0000FF"/>
                              <w:rtl/>
                            </w:rPr>
                          </w:pPr>
                        </w:p>
                        <w:p w14:paraId="025C7CB6"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ארבל</w:t>
                          </w:r>
                        </w:p>
                        <w:p w14:paraId="3128FA5B" w14:textId="77777777" w:rsidR="00F6355F" w:rsidRPr="006A5929" w:rsidRDefault="00F6355F" w:rsidP="00F6355F">
                          <w:pPr>
                            <w:tabs>
                              <w:tab w:val="left" w:pos="232"/>
                            </w:tabs>
                            <w:spacing w:line="360" w:lineRule="auto"/>
                            <w:ind w:left="243" w:right="-173"/>
                            <w:rPr>
                              <w:b/>
                              <w:bCs/>
                              <w:color w:val="0000FF"/>
                              <w:rtl/>
                            </w:rPr>
                          </w:pPr>
                        </w:p>
                        <w:p w14:paraId="0C193D4C" w14:textId="77777777" w:rsidR="00F6355F" w:rsidRPr="006A5929" w:rsidRDefault="00F6355F" w:rsidP="00F6355F">
                          <w:pPr>
                            <w:tabs>
                              <w:tab w:val="left" w:pos="232"/>
                            </w:tabs>
                            <w:spacing w:line="360" w:lineRule="auto"/>
                            <w:ind w:left="243" w:right="-173"/>
                            <w:rPr>
                              <w:b/>
                              <w:bCs/>
                              <w:color w:val="0000FF"/>
                              <w:rtl/>
                            </w:rPr>
                          </w:pPr>
                          <w:smartTag w:uri="urn:schemas-microsoft-com:office:smarttags" w:element="PersonName">
                            <w:smartTagPr>
                              <w:attr w:name="ProductID" w:val="בית קשת"/>
                            </w:smartTagPr>
                            <w:r w:rsidRPr="006A5929">
                              <w:rPr>
                                <w:rFonts w:hint="cs"/>
                                <w:b/>
                                <w:bCs/>
                                <w:color w:val="0000FF"/>
                                <w:rtl/>
                              </w:rPr>
                              <w:t>בית קשת</w:t>
                            </w:r>
                          </w:smartTag>
                        </w:p>
                        <w:p w14:paraId="3F51349F" w14:textId="77777777" w:rsidR="00F6355F" w:rsidRPr="006A5929" w:rsidRDefault="00F6355F" w:rsidP="00F6355F">
                          <w:pPr>
                            <w:tabs>
                              <w:tab w:val="left" w:pos="232"/>
                            </w:tabs>
                            <w:spacing w:line="360" w:lineRule="auto"/>
                            <w:ind w:left="243" w:right="-173"/>
                            <w:rPr>
                              <w:b/>
                              <w:bCs/>
                              <w:color w:val="0000FF"/>
                              <w:rtl/>
                            </w:rPr>
                          </w:pPr>
                        </w:p>
                        <w:p w14:paraId="295C9174" w14:textId="77777777" w:rsidR="00F6355F" w:rsidRPr="006A5929" w:rsidRDefault="00F6355F" w:rsidP="00F6355F">
                          <w:pPr>
                            <w:tabs>
                              <w:tab w:val="left" w:pos="232"/>
                            </w:tabs>
                            <w:spacing w:line="360" w:lineRule="auto"/>
                            <w:ind w:left="243" w:right="-173"/>
                            <w:rPr>
                              <w:b/>
                              <w:bCs/>
                              <w:color w:val="0000FF"/>
                              <w:rtl/>
                            </w:rPr>
                          </w:pPr>
                          <w:smartTag w:uri="urn:schemas-microsoft-com:office:smarttags" w:element="PersonName">
                            <w:smartTagPr>
                              <w:attr w:name="ProductID" w:val="בית רימון"/>
                            </w:smartTagPr>
                            <w:r w:rsidRPr="006A5929">
                              <w:rPr>
                                <w:rFonts w:hint="cs"/>
                                <w:b/>
                                <w:bCs/>
                                <w:color w:val="0000FF"/>
                                <w:rtl/>
                              </w:rPr>
                              <w:t>בית רימון</w:t>
                            </w:r>
                          </w:smartTag>
                        </w:p>
                        <w:p w14:paraId="5F44D2E0" w14:textId="77777777" w:rsidR="00F6355F" w:rsidRPr="006A5929" w:rsidRDefault="00F6355F" w:rsidP="00F6355F">
                          <w:pPr>
                            <w:tabs>
                              <w:tab w:val="left" w:pos="232"/>
                            </w:tabs>
                            <w:spacing w:line="360" w:lineRule="auto"/>
                            <w:ind w:left="243" w:right="-173"/>
                            <w:rPr>
                              <w:b/>
                              <w:bCs/>
                              <w:color w:val="0000FF"/>
                              <w:rtl/>
                            </w:rPr>
                          </w:pPr>
                        </w:p>
                        <w:p w14:paraId="6E5ABD01"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גבעת אבני</w:t>
                          </w:r>
                        </w:p>
                        <w:p w14:paraId="2A11C334" w14:textId="77777777" w:rsidR="00F6355F" w:rsidRPr="006A5929" w:rsidRDefault="00F6355F" w:rsidP="00F6355F">
                          <w:pPr>
                            <w:tabs>
                              <w:tab w:val="left" w:pos="232"/>
                            </w:tabs>
                            <w:spacing w:line="360" w:lineRule="auto"/>
                            <w:ind w:left="243" w:right="-173"/>
                            <w:rPr>
                              <w:b/>
                              <w:bCs/>
                              <w:color w:val="0000FF"/>
                              <w:rtl/>
                            </w:rPr>
                          </w:pPr>
                        </w:p>
                        <w:p w14:paraId="067A74D7"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הודיות</w:t>
                          </w:r>
                        </w:p>
                        <w:p w14:paraId="22E11281" w14:textId="77777777" w:rsidR="00F6355F" w:rsidRPr="006A5929" w:rsidRDefault="00F6355F" w:rsidP="00F6355F">
                          <w:pPr>
                            <w:tabs>
                              <w:tab w:val="left" w:pos="232"/>
                            </w:tabs>
                            <w:spacing w:line="360" w:lineRule="auto"/>
                            <w:ind w:left="243" w:right="-173"/>
                            <w:rPr>
                              <w:b/>
                              <w:bCs/>
                              <w:color w:val="0000FF"/>
                              <w:rtl/>
                            </w:rPr>
                          </w:pPr>
                        </w:p>
                        <w:p w14:paraId="2F8FB3C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הזורעים</w:t>
                          </w:r>
                        </w:p>
                        <w:p w14:paraId="36EFEB99" w14:textId="77777777" w:rsidR="00F6355F" w:rsidRPr="006A5929" w:rsidRDefault="00F6355F" w:rsidP="00F6355F">
                          <w:pPr>
                            <w:tabs>
                              <w:tab w:val="left" w:pos="232"/>
                            </w:tabs>
                            <w:spacing w:line="360" w:lineRule="auto"/>
                            <w:ind w:left="243" w:right="-173"/>
                            <w:rPr>
                              <w:b/>
                              <w:bCs/>
                              <w:color w:val="0000FF"/>
                              <w:rtl/>
                            </w:rPr>
                          </w:pPr>
                        </w:p>
                        <w:p w14:paraId="2D2E296B"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כדורי</w:t>
                          </w:r>
                        </w:p>
                        <w:p w14:paraId="5EF7C9BB" w14:textId="77777777" w:rsidR="00F6355F" w:rsidRPr="006A5929" w:rsidRDefault="00F6355F" w:rsidP="00F6355F">
                          <w:pPr>
                            <w:tabs>
                              <w:tab w:val="left" w:pos="232"/>
                            </w:tabs>
                            <w:spacing w:line="360" w:lineRule="auto"/>
                            <w:ind w:left="243" w:right="-173"/>
                            <w:rPr>
                              <w:b/>
                              <w:bCs/>
                              <w:color w:val="0000FF"/>
                              <w:rtl/>
                            </w:rPr>
                          </w:pPr>
                        </w:p>
                        <w:p w14:paraId="6302FF4C" w14:textId="279B1C0F"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זיתים</w:t>
                          </w:r>
                        </w:p>
                        <w:p w14:paraId="0508E3D3" w14:textId="77777777" w:rsidR="00F6355F" w:rsidRPr="006A5929" w:rsidRDefault="00F6355F" w:rsidP="00F6355F">
                          <w:pPr>
                            <w:tabs>
                              <w:tab w:val="left" w:pos="232"/>
                            </w:tabs>
                            <w:spacing w:line="360" w:lineRule="auto"/>
                            <w:ind w:left="243" w:right="-173"/>
                            <w:rPr>
                              <w:b/>
                              <w:bCs/>
                              <w:color w:val="0000FF"/>
                              <w:rtl/>
                            </w:rPr>
                          </w:pPr>
                        </w:p>
                        <w:p w14:paraId="4118C7A1" w14:textId="2A7A7F31"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ח</w:t>
                          </w:r>
                          <w:r w:rsidR="004572BB">
                            <w:rPr>
                              <w:rFonts w:hint="cs"/>
                              <w:b/>
                              <w:bCs/>
                              <w:color w:val="0000FF"/>
                              <w:rtl/>
                            </w:rPr>
                            <w:t>י</w:t>
                          </w:r>
                          <w:r w:rsidRPr="006A5929">
                            <w:rPr>
                              <w:rFonts w:hint="cs"/>
                              <w:b/>
                              <w:bCs/>
                              <w:color w:val="0000FF"/>
                              <w:rtl/>
                            </w:rPr>
                            <w:t>טים</w:t>
                          </w:r>
                        </w:p>
                        <w:p w14:paraId="6EAF4B3E" w14:textId="77777777" w:rsidR="00F6355F" w:rsidRPr="006A5929" w:rsidRDefault="00F6355F" w:rsidP="00F6355F">
                          <w:pPr>
                            <w:tabs>
                              <w:tab w:val="left" w:pos="232"/>
                            </w:tabs>
                            <w:spacing w:line="360" w:lineRule="auto"/>
                            <w:ind w:left="243" w:right="-173"/>
                            <w:rPr>
                              <w:b/>
                              <w:bCs/>
                              <w:color w:val="0000FF"/>
                              <w:rtl/>
                            </w:rPr>
                          </w:pPr>
                        </w:p>
                        <w:p w14:paraId="55E68EF8" w14:textId="775F3B0A"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קיש</w:t>
                          </w:r>
                        </w:p>
                        <w:p w14:paraId="0907AD45" w14:textId="77777777" w:rsidR="00F6355F" w:rsidRPr="006A5929" w:rsidRDefault="00F6355F" w:rsidP="00F6355F">
                          <w:pPr>
                            <w:tabs>
                              <w:tab w:val="left" w:pos="232"/>
                            </w:tabs>
                            <w:spacing w:line="360" w:lineRule="auto"/>
                            <w:ind w:left="243" w:right="-173"/>
                            <w:rPr>
                              <w:b/>
                              <w:bCs/>
                              <w:color w:val="0000FF"/>
                              <w:rtl/>
                            </w:rPr>
                          </w:pPr>
                        </w:p>
                        <w:p w14:paraId="068ED62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לביא</w:t>
                          </w:r>
                        </w:p>
                        <w:p w14:paraId="30B99452" w14:textId="77777777" w:rsidR="00F6355F" w:rsidRPr="006A5929" w:rsidRDefault="00F6355F" w:rsidP="00F6355F">
                          <w:pPr>
                            <w:tabs>
                              <w:tab w:val="left" w:pos="232"/>
                            </w:tabs>
                            <w:spacing w:line="360" w:lineRule="auto"/>
                            <w:ind w:left="243" w:right="-173"/>
                            <w:rPr>
                              <w:b/>
                              <w:bCs/>
                              <w:color w:val="0000FF"/>
                              <w:rtl/>
                            </w:rPr>
                          </w:pPr>
                        </w:p>
                        <w:p w14:paraId="5A7BC995"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מסד</w:t>
                          </w:r>
                        </w:p>
                        <w:p w14:paraId="59F13105" w14:textId="77777777" w:rsidR="00F6355F" w:rsidRPr="006A5929" w:rsidRDefault="00F6355F" w:rsidP="00F6355F">
                          <w:pPr>
                            <w:tabs>
                              <w:tab w:val="left" w:pos="232"/>
                            </w:tabs>
                            <w:spacing w:line="360" w:lineRule="auto"/>
                            <w:ind w:left="243" w:right="-173"/>
                            <w:rPr>
                              <w:b/>
                              <w:bCs/>
                              <w:color w:val="0000FF"/>
                              <w:rtl/>
                            </w:rPr>
                          </w:pPr>
                        </w:p>
                        <w:p w14:paraId="14F2692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מצפה</w:t>
                          </w:r>
                        </w:p>
                        <w:p w14:paraId="32B7E870" w14:textId="77777777" w:rsidR="00F6355F" w:rsidRPr="006A5929" w:rsidRDefault="00F6355F" w:rsidP="00F6355F">
                          <w:pPr>
                            <w:tabs>
                              <w:tab w:val="left" w:pos="232"/>
                            </w:tabs>
                            <w:spacing w:line="360" w:lineRule="auto"/>
                            <w:ind w:left="243" w:right="-173"/>
                            <w:rPr>
                              <w:b/>
                              <w:bCs/>
                              <w:color w:val="0000FF"/>
                              <w:rtl/>
                            </w:rPr>
                          </w:pPr>
                        </w:p>
                        <w:p w14:paraId="545CD52C" w14:textId="1FDC64BE"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מצפה</w:t>
                          </w:r>
                          <w:r w:rsidR="003851CF">
                            <w:rPr>
                              <w:rFonts w:hint="cs"/>
                              <w:b/>
                              <w:bCs/>
                              <w:color w:val="0000FF"/>
                              <w:rtl/>
                            </w:rPr>
                            <w:t xml:space="preserve"> </w:t>
                          </w:r>
                          <w:r w:rsidRPr="006A5929">
                            <w:rPr>
                              <w:rFonts w:hint="cs"/>
                              <w:b/>
                              <w:bCs/>
                              <w:color w:val="0000FF"/>
                              <w:rtl/>
                            </w:rPr>
                            <w:t>נטופה</w:t>
                          </w:r>
                        </w:p>
                        <w:p w14:paraId="086AD394" w14:textId="77777777" w:rsidR="00F6355F" w:rsidRPr="006A5929" w:rsidRDefault="00F6355F" w:rsidP="00F6355F">
                          <w:pPr>
                            <w:tabs>
                              <w:tab w:val="left" w:pos="232"/>
                            </w:tabs>
                            <w:spacing w:line="360" w:lineRule="auto"/>
                            <w:ind w:left="243" w:right="-173"/>
                            <w:rPr>
                              <w:b/>
                              <w:bCs/>
                              <w:color w:val="0000FF"/>
                              <w:rtl/>
                            </w:rPr>
                          </w:pPr>
                        </w:p>
                        <w:p w14:paraId="05437909" w14:textId="6B5621DA"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שדה</w:t>
                          </w:r>
                          <w:r w:rsidR="003851CF">
                            <w:rPr>
                              <w:rFonts w:hint="cs"/>
                              <w:b/>
                              <w:bCs/>
                              <w:color w:val="0000FF"/>
                              <w:rtl/>
                            </w:rPr>
                            <w:t xml:space="preserve"> </w:t>
                          </w:r>
                          <w:r w:rsidRPr="006A5929">
                            <w:rPr>
                              <w:rFonts w:hint="cs"/>
                              <w:b/>
                              <w:bCs/>
                              <w:color w:val="0000FF"/>
                              <w:rtl/>
                            </w:rPr>
                            <w:t>אילן</w:t>
                          </w:r>
                        </w:p>
                        <w:p w14:paraId="0886FE74" w14:textId="77777777" w:rsidR="00F6355F" w:rsidRPr="006A5929" w:rsidRDefault="00F6355F" w:rsidP="00F6355F">
                          <w:pPr>
                            <w:tabs>
                              <w:tab w:val="left" w:pos="232"/>
                            </w:tabs>
                            <w:spacing w:line="360" w:lineRule="auto"/>
                            <w:ind w:left="243" w:right="-173"/>
                            <w:rPr>
                              <w:b/>
                              <w:bCs/>
                              <w:color w:val="0000FF"/>
                              <w:rtl/>
                            </w:rPr>
                          </w:pPr>
                        </w:p>
                        <w:p w14:paraId="3DDC53C0" w14:textId="3A88AB77" w:rsidR="00F6355F" w:rsidRPr="006A5929" w:rsidRDefault="00F6355F" w:rsidP="00F6355F">
                          <w:pPr>
                            <w:pStyle w:val="2"/>
                            <w:tabs>
                              <w:tab w:val="left" w:pos="232"/>
                            </w:tabs>
                            <w:spacing w:line="360" w:lineRule="auto"/>
                            <w:ind w:left="243" w:right="-173"/>
                            <w:jc w:val="left"/>
                            <w:rPr>
                              <w:color w:val="0000FF"/>
                              <w:rtl/>
                            </w:rPr>
                          </w:pPr>
                          <w:r w:rsidRPr="006A5929">
                            <w:rPr>
                              <w:rFonts w:hint="cs"/>
                              <w:color w:val="0000FF"/>
                              <w:rtl/>
                            </w:rPr>
                            <w:t>שדמות</w:t>
                          </w:r>
                          <w:r w:rsidR="003851CF">
                            <w:rPr>
                              <w:rFonts w:hint="cs"/>
                              <w:color w:val="0000FF"/>
                              <w:rtl/>
                            </w:rPr>
                            <w:t xml:space="preserve"> </w:t>
                          </w:r>
                          <w:r w:rsidRPr="006A5929">
                            <w:rPr>
                              <w:rFonts w:hint="cs"/>
                              <w:color w:val="0000FF"/>
                              <w:rtl/>
                            </w:rPr>
                            <w:t>דבורה</w:t>
                          </w:r>
                        </w:p>
                        <w:p w14:paraId="4885BBA6" w14:textId="77777777" w:rsidR="00F6355F" w:rsidRPr="006A5929" w:rsidRDefault="00F6355F" w:rsidP="00F6355F">
                          <w:pPr>
                            <w:tabs>
                              <w:tab w:val="left" w:pos="232"/>
                            </w:tabs>
                            <w:spacing w:line="300" w:lineRule="auto"/>
                            <w:ind w:left="243" w:right="-173"/>
                            <w:rPr>
                              <w:b/>
                              <w:bCs/>
                              <w:color w:val="0000FF"/>
                              <w:rtl/>
                            </w:rPr>
                          </w:pPr>
                        </w:p>
                        <w:p w14:paraId="4D7CB369" w14:textId="77777777" w:rsidR="00F6355F" w:rsidRPr="006A5929" w:rsidRDefault="00F6355F" w:rsidP="00F6355F">
                          <w:pPr>
                            <w:tabs>
                              <w:tab w:val="left" w:pos="232"/>
                            </w:tabs>
                            <w:spacing w:line="300" w:lineRule="auto"/>
                            <w:ind w:left="243" w:right="-173"/>
                            <w:rPr>
                              <w:color w:val="0000FF"/>
                              <w:rtl/>
                            </w:rPr>
                          </w:pPr>
                          <w:r w:rsidRPr="006A5929">
                            <w:rPr>
                              <w:rFonts w:hint="cs"/>
                              <w:b/>
                              <w:bCs/>
                              <w:color w:val="0000FF"/>
                              <w:rtl/>
                            </w:rPr>
                            <w:t>שרונה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72A6F" id="_x0000_t202" coordsize="21600,21600" o:spt="202" path="m,l,21600r21600,l21600,xe">
              <v:stroke joinstyle="miter"/>
              <v:path gradientshapeok="t" o:connecttype="rect"/>
            </v:shapetype>
            <v:shape id="Text Box 2" o:spid="_x0000_s1026" type="#_x0000_t202" style="position:absolute;left:0;text-align:left;margin-left:449.8pt;margin-top:20pt;width:86.5pt;height:7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" stroked="f">
              <v:textbox>
                <w:txbxContent>
                  <w:p w14:paraId="7CE3B039" w14:textId="77777777" w:rsidR="00F6355F" w:rsidRPr="006A5929" w:rsidRDefault="00F6355F" w:rsidP="00F6355F">
                    <w:pPr>
                      <w:ind w:right="-173"/>
                      <w:rPr>
                        <w:color w:val="0000FF"/>
                        <w:rtl/>
                      </w:rPr>
                    </w:pPr>
                  </w:p>
                  <w:p w14:paraId="45EC7AFC"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אילניה</w:t>
                    </w:r>
                  </w:p>
                  <w:p w14:paraId="1C36EE31" w14:textId="77777777" w:rsidR="00F6355F" w:rsidRPr="006A5929" w:rsidRDefault="00F6355F" w:rsidP="00F6355F">
                    <w:pPr>
                      <w:tabs>
                        <w:tab w:val="left" w:pos="232"/>
                      </w:tabs>
                      <w:spacing w:line="360" w:lineRule="auto"/>
                      <w:ind w:left="243" w:right="-173"/>
                      <w:rPr>
                        <w:b/>
                        <w:bCs/>
                        <w:color w:val="0000FF"/>
                        <w:rtl/>
                      </w:rPr>
                    </w:pPr>
                  </w:p>
                  <w:p w14:paraId="025C7CB6"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ארבל</w:t>
                    </w:r>
                  </w:p>
                  <w:p w14:paraId="3128FA5B" w14:textId="77777777" w:rsidR="00F6355F" w:rsidRPr="006A5929" w:rsidRDefault="00F6355F" w:rsidP="00F6355F">
                    <w:pPr>
                      <w:tabs>
                        <w:tab w:val="left" w:pos="232"/>
                      </w:tabs>
                      <w:spacing w:line="360" w:lineRule="auto"/>
                      <w:ind w:left="243" w:right="-173"/>
                      <w:rPr>
                        <w:b/>
                        <w:bCs/>
                        <w:color w:val="0000FF"/>
                        <w:rtl/>
                      </w:rPr>
                    </w:pPr>
                  </w:p>
                  <w:p w14:paraId="0C193D4C" w14:textId="77777777" w:rsidR="00F6355F" w:rsidRPr="006A5929" w:rsidRDefault="00F6355F" w:rsidP="00F6355F">
                    <w:pPr>
                      <w:tabs>
                        <w:tab w:val="left" w:pos="232"/>
                      </w:tabs>
                      <w:spacing w:line="360" w:lineRule="auto"/>
                      <w:ind w:left="243" w:right="-173"/>
                      <w:rPr>
                        <w:b/>
                        <w:bCs/>
                        <w:color w:val="0000FF"/>
                        <w:rtl/>
                      </w:rPr>
                    </w:pPr>
                    <w:smartTag w:uri="urn:schemas-microsoft-com:office:smarttags" w:element="PersonName">
                      <w:smartTagPr>
                        <w:attr w:name="ProductID" w:val="בית קשת"/>
                      </w:smartTagPr>
                      <w:r w:rsidRPr="006A5929">
                        <w:rPr>
                          <w:rFonts w:hint="cs"/>
                          <w:b/>
                          <w:bCs/>
                          <w:color w:val="0000FF"/>
                          <w:rtl/>
                        </w:rPr>
                        <w:t>בית קשת</w:t>
                      </w:r>
                    </w:smartTag>
                  </w:p>
                  <w:p w14:paraId="3F51349F" w14:textId="77777777" w:rsidR="00F6355F" w:rsidRPr="006A5929" w:rsidRDefault="00F6355F" w:rsidP="00F6355F">
                    <w:pPr>
                      <w:tabs>
                        <w:tab w:val="left" w:pos="232"/>
                      </w:tabs>
                      <w:spacing w:line="360" w:lineRule="auto"/>
                      <w:ind w:left="243" w:right="-173"/>
                      <w:rPr>
                        <w:b/>
                        <w:bCs/>
                        <w:color w:val="0000FF"/>
                        <w:rtl/>
                      </w:rPr>
                    </w:pPr>
                  </w:p>
                  <w:p w14:paraId="295C9174" w14:textId="77777777" w:rsidR="00F6355F" w:rsidRPr="006A5929" w:rsidRDefault="00F6355F" w:rsidP="00F6355F">
                    <w:pPr>
                      <w:tabs>
                        <w:tab w:val="left" w:pos="232"/>
                      </w:tabs>
                      <w:spacing w:line="360" w:lineRule="auto"/>
                      <w:ind w:left="243" w:right="-173"/>
                      <w:rPr>
                        <w:b/>
                        <w:bCs/>
                        <w:color w:val="0000FF"/>
                        <w:rtl/>
                      </w:rPr>
                    </w:pPr>
                    <w:smartTag w:uri="urn:schemas-microsoft-com:office:smarttags" w:element="PersonName">
                      <w:smartTagPr>
                        <w:attr w:name="ProductID" w:val="בית רימון"/>
                      </w:smartTagPr>
                      <w:r w:rsidRPr="006A5929">
                        <w:rPr>
                          <w:rFonts w:hint="cs"/>
                          <w:b/>
                          <w:bCs/>
                          <w:color w:val="0000FF"/>
                          <w:rtl/>
                        </w:rPr>
                        <w:t>בית רימון</w:t>
                      </w:r>
                    </w:smartTag>
                  </w:p>
                  <w:p w14:paraId="5F44D2E0" w14:textId="77777777" w:rsidR="00F6355F" w:rsidRPr="006A5929" w:rsidRDefault="00F6355F" w:rsidP="00F6355F">
                    <w:pPr>
                      <w:tabs>
                        <w:tab w:val="left" w:pos="232"/>
                      </w:tabs>
                      <w:spacing w:line="360" w:lineRule="auto"/>
                      <w:ind w:left="243" w:right="-173"/>
                      <w:rPr>
                        <w:b/>
                        <w:bCs/>
                        <w:color w:val="0000FF"/>
                        <w:rtl/>
                      </w:rPr>
                    </w:pPr>
                  </w:p>
                  <w:p w14:paraId="6E5ABD01"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גבעת אבני</w:t>
                    </w:r>
                  </w:p>
                  <w:p w14:paraId="2A11C334" w14:textId="77777777" w:rsidR="00F6355F" w:rsidRPr="006A5929" w:rsidRDefault="00F6355F" w:rsidP="00F6355F">
                    <w:pPr>
                      <w:tabs>
                        <w:tab w:val="left" w:pos="232"/>
                      </w:tabs>
                      <w:spacing w:line="360" w:lineRule="auto"/>
                      <w:ind w:left="243" w:right="-173"/>
                      <w:rPr>
                        <w:b/>
                        <w:bCs/>
                        <w:color w:val="0000FF"/>
                        <w:rtl/>
                      </w:rPr>
                    </w:pPr>
                  </w:p>
                  <w:p w14:paraId="067A74D7"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הודיות</w:t>
                    </w:r>
                  </w:p>
                  <w:p w14:paraId="22E11281" w14:textId="77777777" w:rsidR="00F6355F" w:rsidRPr="006A5929" w:rsidRDefault="00F6355F" w:rsidP="00F6355F">
                    <w:pPr>
                      <w:tabs>
                        <w:tab w:val="left" w:pos="232"/>
                      </w:tabs>
                      <w:spacing w:line="360" w:lineRule="auto"/>
                      <w:ind w:left="243" w:right="-173"/>
                      <w:rPr>
                        <w:b/>
                        <w:bCs/>
                        <w:color w:val="0000FF"/>
                        <w:rtl/>
                      </w:rPr>
                    </w:pPr>
                  </w:p>
                  <w:p w14:paraId="2F8FB3C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הזורעים</w:t>
                    </w:r>
                  </w:p>
                  <w:p w14:paraId="36EFEB99" w14:textId="77777777" w:rsidR="00F6355F" w:rsidRPr="006A5929" w:rsidRDefault="00F6355F" w:rsidP="00F6355F">
                    <w:pPr>
                      <w:tabs>
                        <w:tab w:val="left" w:pos="232"/>
                      </w:tabs>
                      <w:spacing w:line="360" w:lineRule="auto"/>
                      <w:ind w:left="243" w:right="-173"/>
                      <w:rPr>
                        <w:b/>
                        <w:bCs/>
                        <w:color w:val="0000FF"/>
                        <w:rtl/>
                      </w:rPr>
                    </w:pPr>
                  </w:p>
                  <w:p w14:paraId="2D2E296B"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כדורי</w:t>
                    </w:r>
                  </w:p>
                  <w:p w14:paraId="5EF7C9BB" w14:textId="77777777" w:rsidR="00F6355F" w:rsidRPr="006A5929" w:rsidRDefault="00F6355F" w:rsidP="00F6355F">
                    <w:pPr>
                      <w:tabs>
                        <w:tab w:val="left" w:pos="232"/>
                      </w:tabs>
                      <w:spacing w:line="360" w:lineRule="auto"/>
                      <w:ind w:left="243" w:right="-173"/>
                      <w:rPr>
                        <w:b/>
                        <w:bCs/>
                        <w:color w:val="0000FF"/>
                        <w:rtl/>
                      </w:rPr>
                    </w:pPr>
                  </w:p>
                  <w:p w14:paraId="6302FF4C" w14:textId="279B1C0F"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זיתים</w:t>
                    </w:r>
                  </w:p>
                  <w:p w14:paraId="0508E3D3" w14:textId="77777777" w:rsidR="00F6355F" w:rsidRPr="006A5929" w:rsidRDefault="00F6355F" w:rsidP="00F6355F">
                    <w:pPr>
                      <w:tabs>
                        <w:tab w:val="left" w:pos="232"/>
                      </w:tabs>
                      <w:spacing w:line="360" w:lineRule="auto"/>
                      <w:ind w:left="243" w:right="-173"/>
                      <w:rPr>
                        <w:b/>
                        <w:bCs/>
                        <w:color w:val="0000FF"/>
                        <w:rtl/>
                      </w:rPr>
                    </w:pPr>
                  </w:p>
                  <w:p w14:paraId="4118C7A1" w14:textId="2A7A7F31"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ח</w:t>
                    </w:r>
                    <w:r w:rsidR="004572BB">
                      <w:rPr>
                        <w:rFonts w:hint="cs"/>
                        <w:b/>
                        <w:bCs/>
                        <w:color w:val="0000FF"/>
                        <w:rtl/>
                      </w:rPr>
                      <w:t>י</w:t>
                    </w:r>
                    <w:r w:rsidRPr="006A5929">
                      <w:rPr>
                        <w:rFonts w:hint="cs"/>
                        <w:b/>
                        <w:bCs/>
                        <w:color w:val="0000FF"/>
                        <w:rtl/>
                      </w:rPr>
                      <w:t>טים</w:t>
                    </w:r>
                  </w:p>
                  <w:p w14:paraId="6EAF4B3E" w14:textId="77777777" w:rsidR="00F6355F" w:rsidRPr="006A5929" w:rsidRDefault="00F6355F" w:rsidP="00F6355F">
                    <w:pPr>
                      <w:tabs>
                        <w:tab w:val="left" w:pos="232"/>
                      </w:tabs>
                      <w:spacing w:line="360" w:lineRule="auto"/>
                      <w:ind w:left="243" w:right="-173"/>
                      <w:rPr>
                        <w:b/>
                        <w:bCs/>
                        <w:color w:val="0000FF"/>
                        <w:rtl/>
                      </w:rPr>
                    </w:pPr>
                  </w:p>
                  <w:p w14:paraId="55E68EF8" w14:textId="775F3B0A"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כפר</w:t>
                    </w:r>
                    <w:r w:rsidR="003851CF">
                      <w:rPr>
                        <w:rFonts w:hint="cs"/>
                        <w:b/>
                        <w:bCs/>
                        <w:color w:val="0000FF"/>
                        <w:rtl/>
                      </w:rPr>
                      <w:t xml:space="preserve"> </w:t>
                    </w:r>
                    <w:r w:rsidRPr="006A5929">
                      <w:rPr>
                        <w:rFonts w:hint="cs"/>
                        <w:b/>
                        <w:bCs/>
                        <w:color w:val="0000FF"/>
                        <w:rtl/>
                      </w:rPr>
                      <w:t>קיש</w:t>
                    </w:r>
                  </w:p>
                  <w:p w14:paraId="0907AD45" w14:textId="77777777" w:rsidR="00F6355F" w:rsidRPr="006A5929" w:rsidRDefault="00F6355F" w:rsidP="00F6355F">
                    <w:pPr>
                      <w:tabs>
                        <w:tab w:val="left" w:pos="232"/>
                      </w:tabs>
                      <w:spacing w:line="360" w:lineRule="auto"/>
                      <w:ind w:left="243" w:right="-173"/>
                      <w:rPr>
                        <w:b/>
                        <w:bCs/>
                        <w:color w:val="0000FF"/>
                        <w:rtl/>
                      </w:rPr>
                    </w:pPr>
                  </w:p>
                  <w:p w14:paraId="068ED62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לביא</w:t>
                    </w:r>
                  </w:p>
                  <w:p w14:paraId="30B99452" w14:textId="77777777" w:rsidR="00F6355F" w:rsidRPr="006A5929" w:rsidRDefault="00F6355F" w:rsidP="00F6355F">
                    <w:pPr>
                      <w:tabs>
                        <w:tab w:val="left" w:pos="232"/>
                      </w:tabs>
                      <w:spacing w:line="360" w:lineRule="auto"/>
                      <w:ind w:left="243" w:right="-173"/>
                      <w:rPr>
                        <w:b/>
                        <w:bCs/>
                        <w:color w:val="0000FF"/>
                        <w:rtl/>
                      </w:rPr>
                    </w:pPr>
                  </w:p>
                  <w:p w14:paraId="5A7BC995"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מסד</w:t>
                    </w:r>
                  </w:p>
                  <w:p w14:paraId="59F13105" w14:textId="77777777" w:rsidR="00F6355F" w:rsidRPr="006A5929" w:rsidRDefault="00F6355F" w:rsidP="00F6355F">
                    <w:pPr>
                      <w:tabs>
                        <w:tab w:val="left" w:pos="232"/>
                      </w:tabs>
                      <w:spacing w:line="360" w:lineRule="auto"/>
                      <w:ind w:left="243" w:right="-173"/>
                      <w:rPr>
                        <w:b/>
                        <w:bCs/>
                        <w:color w:val="0000FF"/>
                        <w:rtl/>
                      </w:rPr>
                    </w:pPr>
                  </w:p>
                  <w:p w14:paraId="14F26922" w14:textId="77777777"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מצפה</w:t>
                    </w:r>
                  </w:p>
                  <w:p w14:paraId="32B7E870" w14:textId="77777777" w:rsidR="00F6355F" w:rsidRPr="006A5929" w:rsidRDefault="00F6355F" w:rsidP="00F6355F">
                    <w:pPr>
                      <w:tabs>
                        <w:tab w:val="left" w:pos="232"/>
                      </w:tabs>
                      <w:spacing w:line="360" w:lineRule="auto"/>
                      <w:ind w:left="243" w:right="-173"/>
                      <w:rPr>
                        <w:b/>
                        <w:bCs/>
                        <w:color w:val="0000FF"/>
                        <w:rtl/>
                      </w:rPr>
                    </w:pPr>
                  </w:p>
                  <w:p w14:paraId="545CD52C" w14:textId="1FDC64BE"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מצפה</w:t>
                    </w:r>
                    <w:r w:rsidR="003851CF">
                      <w:rPr>
                        <w:rFonts w:hint="cs"/>
                        <w:b/>
                        <w:bCs/>
                        <w:color w:val="0000FF"/>
                        <w:rtl/>
                      </w:rPr>
                      <w:t xml:space="preserve"> </w:t>
                    </w:r>
                    <w:r w:rsidRPr="006A5929">
                      <w:rPr>
                        <w:rFonts w:hint="cs"/>
                        <w:b/>
                        <w:bCs/>
                        <w:color w:val="0000FF"/>
                        <w:rtl/>
                      </w:rPr>
                      <w:t>נטופה</w:t>
                    </w:r>
                  </w:p>
                  <w:p w14:paraId="086AD394" w14:textId="77777777" w:rsidR="00F6355F" w:rsidRPr="006A5929" w:rsidRDefault="00F6355F" w:rsidP="00F6355F">
                    <w:pPr>
                      <w:tabs>
                        <w:tab w:val="left" w:pos="232"/>
                      </w:tabs>
                      <w:spacing w:line="360" w:lineRule="auto"/>
                      <w:ind w:left="243" w:right="-173"/>
                      <w:rPr>
                        <w:b/>
                        <w:bCs/>
                        <w:color w:val="0000FF"/>
                        <w:rtl/>
                      </w:rPr>
                    </w:pPr>
                  </w:p>
                  <w:p w14:paraId="05437909" w14:textId="6B5621DA" w:rsidR="00F6355F" w:rsidRPr="006A5929" w:rsidRDefault="00F6355F" w:rsidP="00F6355F">
                    <w:pPr>
                      <w:tabs>
                        <w:tab w:val="left" w:pos="232"/>
                      </w:tabs>
                      <w:spacing w:line="360" w:lineRule="auto"/>
                      <w:ind w:left="243" w:right="-173"/>
                      <w:rPr>
                        <w:b/>
                        <w:bCs/>
                        <w:color w:val="0000FF"/>
                        <w:rtl/>
                      </w:rPr>
                    </w:pPr>
                    <w:r w:rsidRPr="006A5929">
                      <w:rPr>
                        <w:rFonts w:hint="cs"/>
                        <w:b/>
                        <w:bCs/>
                        <w:color w:val="0000FF"/>
                        <w:rtl/>
                      </w:rPr>
                      <w:t>שדה</w:t>
                    </w:r>
                    <w:r w:rsidR="003851CF">
                      <w:rPr>
                        <w:rFonts w:hint="cs"/>
                        <w:b/>
                        <w:bCs/>
                        <w:color w:val="0000FF"/>
                        <w:rtl/>
                      </w:rPr>
                      <w:t xml:space="preserve"> </w:t>
                    </w:r>
                    <w:r w:rsidRPr="006A5929">
                      <w:rPr>
                        <w:rFonts w:hint="cs"/>
                        <w:b/>
                        <w:bCs/>
                        <w:color w:val="0000FF"/>
                        <w:rtl/>
                      </w:rPr>
                      <w:t>אילן</w:t>
                    </w:r>
                  </w:p>
                  <w:p w14:paraId="0886FE74" w14:textId="77777777" w:rsidR="00F6355F" w:rsidRPr="006A5929" w:rsidRDefault="00F6355F" w:rsidP="00F6355F">
                    <w:pPr>
                      <w:tabs>
                        <w:tab w:val="left" w:pos="232"/>
                      </w:tabs>
                      <w:spacing w:line="360" w:lineRule="auto"/>
                      <w:ind w:left="243" w:right="-173"/>
                      <w:rPr>
                        <w:b/>
                        <w:bCs/>
                        <w:color w:val="0000FF"/>
                        <w:rtl/>
                      </w:rPr>
                    </w:pPr>
                  </w:p>
                  <w:p w14:paraId="3DDC53C0" w14:textId="3A88AB77" w:rsidR="00F6355F" w:rsidRPr="006A5929" w:rsidRDefault="00F6355F" w:rsidP="00F6355F">
                    <w:pPr>
                      <w:pStyle w:val="2"/>
                      <w:tabs>
                        <w:tab w:val="left" w:pos="232"/>
                      </w:tabs>
                      <w:spacing w:line="360" w:lineRule="auto"/>
                      <w:ind w:left="243" w:right="-173"/>
                      <w:jc w:val="left"/>
                      <w:rPr>
                        <w:color w:val="0000FF"/>
                        <w:rtl/>
                      </w:rPr>
                    </w:pPr>
                    <w:r w:rsidRPr="006A5929">
                      <w:rPr>
                        <w:rFonts w:hint="cs"/>
                        <w:color w:val="0000FF"/>
                        <w:rtl/>
                      </w:rPr>
                      <w:t>שדמות</w:t>
                    </w:r>
                    <w:r w:rsidR="003851CF">
                      <w:rPr>
                        <w:rFonts w:hint="cs"/>
                        <w:color w:val="0000FF"/>
                        <w:rtl/>
                      </w:rPr>
                      <w:t xml:space="preserve"> </w:t>
                    </w:r>
                    <w:r w:rsidRPr="006A5929">
                      <w:rPr>
                        <w:rFonts w:hint="cs"/>
                        <w:color w:val="0000FF"/>
                        <w:rtl/>
                      </w:rPr>
                      <w:t>דבורה</w:t>
                    </w:r>
                  </w:p>
                  <w:p w14:paraId="4885BBA6" w14:textId="77777777" w:rsidR="00F6355F" w:rsidRPr="006A5929" w:rsidRDefault="00F6355F" w:rsidP="00F6355F">
                    <w:pPr>
                      <w:tabs>
                        <w:tab w:val="left" w:pos="232"/>
                      </w:tabs>
                      <w:spacing w:line="300" w:lineRule="auto"/>
                      <w:ind w:left="243" w:right="-173"/>
                      <w:rPr>
                        <w:b/>
                        <w:bCs/>
                        <w:color w:val="0000FF"/>
                        <w:rtl/>
                      </w:rPr>
                    </w:pPr>
                  </w:p>
                  <w:p w14:paraId="4D7CB369" w14:textId="77777777" w:rsidR="00F6355F" w:rsidRPr="006A5929" w:rsidRDefault="00F6355F" w:rsidP="00F6355F">
                    <w:pPr>
                      <w:tabs>
                        <w:tab w:val="left" w:pos="232"/>
                      </w:tabs>
                      <w:spacing w:line="300" w:lineRule="auto"/>
                      <w:ind w:left="243" w:right="-173"/>
                      <w:rPr>
                        <w:color w:val="0000FF"/>
                        <w:rtl/>
                      </w:rPr>
                    </w:pPr>
                    <w:r w:rsidRPr="006A5929">
                      <w:rPr>
                        <w:rFonts w:hint="cs"/>
                        <w:b/>
                        <w:bCs/>
                        <w:color w:val="0000FF"/>
                        <w:rtl/>
                      </w:rPr>
                      <w:t>שרונה</w:t>
                    </w:r>
                  </w:p>
                </w:txbxContent>
              </v:textbox>
            </v:shape>
          </w:pict>
        </mc:Fallback>
      </mc:AlternateContent>
    </w:r>
    <w:r w:rsidR="00D934DB" w:rsidRPr="00FC2359">
      <w:rPr>
        <w:rFonts w:hint="cs"/>
        <w:b/>
        <w:bCs/>
        <w:sz w:val="36"/>
        <w:szCs w:val="36"/>
        <w:u w:val="single"/>
        <w:rtl/>
      </w:rPr>
      <w:t>דוברות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1A15"/>
    <w:multiLevelType w:val="hybridMultilevel"/>
    <w:tmpl w:val="1C3C813C"/>
    <w:lvl w:ilvl="0" w:tplc="3B84A34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5CE3BC2"/>
    <w:multiLevelType w:val="hybridMultilevel"/>
    <w:tmpl w:val="8206BD84"/>
    <w:lvl w:ilvl="0" w:tplc="068208A2">
      <w:start w:val="1"/>
      <w:numFmt w:val="decimal"/>
      <w:lvlText w:val="%1."/>
      <w:lvlJc w:val="left"/>
      <w:pPr>
        <w:tabs>
          <w:tab w:val="num" w:pos="720"/>
        </w:tabs>
        <w:ind w:left="720" w:hanging="360"/>
      </w:pPr>
    </w:lvl>
    <w:lvl w:ilvl="1" w:tplc="AF967AF4" w:tentative="1">
      <w:start w:val="1"/>
      <w:numFmt w:val="decimal"/>
      <w:lvlText w:val="%2."/>
      <w:lvlJc w:val="left"/>
      <w:pPr>
        <w:tabs>
          <w:tab w:val="num" w:pos="1440"/>
        </w:tabs>
        <w:ind w:left="1440" w:hanging="360"/>
      </w:pPr>
    </w:lvl>
    <w:lvl w:ilvl="2" w:tplc="7A7A28CA" w:tentative="1">
      <w:start w:val="1"/>
      <w:numFmt w:val="decimal"/>
      <w:lvlText w:val="%3."/>
      <w:lvlJc w:val="left"/>
      <w:pPr>
        <w:tabs>
          <w:tab w:val="num" w:pos="2160"/>
        </w:tabs>
        <w:ind w:left="2160" w:hanging="360"/>
      </w:pPr>
    </w:lvl>
    <w:lvl w:ilvl="3" w:tplc="53ECF9C2" w:tentative="1">
      <w:start w:val="1"/>
      <w:numFmt w:val="decimal"/>
      <w:lvlText w:val="%4."/>
      <w:lvlJc w:val="left"/>
      <w:pPr>
        <w:tabs>
          <w:tab w:val="num" w:pos="2880"/>
        </w:tabs>
        <w:ind w:left="2880" w:hanging="360"/>
      </w:pPr>
    </w:lvl>
    <w:lvl w:ilvl="4" w:tplc="41E0AEEC" w:tentative="1">
      <w:start w:val="1"/>
      <w:numFmt w:val="decimal"/>
      <w:lvlText w:val="%5."/>
      <w:lvlJc w:val="left"/>
      <w:pPr>
        <w:tabs>
          <w:tab w:val="num" w:pos="3600"/>
        </w:tabs>
        <w:ind w:left="3600" w:hanging="360"/>
      </w:pPr>
    </w:lvl>
    <w:lvl w:ilvl="5" w:tplc="1B143FE4" w:tentative="1">
      <w:start w:val="1"/>
      <w:numFmt w:val="decimal"/>
      <w:lvlText w:val="%6."/>
      <w:lvlJc w:val="left"/>
      <w:pPr>
        <w:tabs>
          <w:tab w:val="num" w:pos="4320"/>
        </w:tabs>
        <w:ind w:left="4320" w:hanging="360"/>
      </w:pPr>
    </w:lvl>
    <w:lvl w:ilvl="6" w:tplc="58EA67F4" w:tentative="1">
      <w:start w:val="1"/>
      <w:numFmt w:val="decimal"/>
      <w:lvlText w:val="%7."/>
      <w:lvlJc w:val="left"/>
      <w:pPr>
        <w:tabs>
          <w:tab w:val="num" w:pos="5040"/>
        </w:tabs>
        <w:ind w:left="5040" w:hanging="360"/>
      </w:pPr>
    </w:lvl>
    <w:lvl w:ilvl="7" w:tplc="81F4E17C" w:tentative="1">
      <w:start w:val="1"/>
      <w:numFmt w:val="decimal"/>
      <w:lvlText w:val="%8."/>
      <w:lvlJc w:val="left"/>
      <w:pPr>
        <w:tabs>
          <w:tab w:val="num" w:pos="5760"/>
        </w:tabs>
        <w:ind w:left="5760" w:hanging="360"/>
      </w:pPr>
    </w:lvl>
    <w:lvl w:ilvl="8" w:tplc="FF6ED2C2" w:tentative="1">
      <w:start w:val="1"/>
      <w:numFmt w:val="decimal"/>
      <w:lvlText w:val="%9."/>
      <w:lvlJc w:val="left"/>
      <w:pPr>
        <w:tabs>
          <w:tab w:val="num" w:pos="6480"/>
        </w:tabs>
        <w:ind w:left="6480" w:hanging="360"/>
      </w:pPr>
    </w:lvl>
  </w:abstractNum>
  <w:abstractNum w:abstractNumId="2" w15:restartNumberingAfterBreak="0">
    <w:nsid w:val="177D4AA8"/>
    <w:multiLevelType w:val="hybridMultilevel"/>
    <w:tmpl w:val="F9E6749A"/>
    <w:lvl w:ilvl="0" w:tplc="2576ABB0">
      <w:start w:val="1"/>
      <w:numFmt w:val="decimal"/>
      <w:lvlText w:val="%1."/>
      <w:lvlJc w:val="left"/>
      <w:pPr>
        <w:ind w:left="313" w:hanging="360"/>
      </w:pPr>
      <w:rPr>
        <w:rFonts w:hint="default"/>
      </w:rPr>
    </w:lvl>
    <w:lvl w:ilvl="1" w:tplc="04090019" w:tentative="1">
      <w:start w:val="1"/>
      <w:numFmt w:val="lowerLetter"/>
      <w:lvlText w:val="%2."/>
      <w:lvlJc w:val="left"/>
      <w:pPr>
        <w:ind w:left="1033" w:hanging="360"/>
      </w:pPr>
    </w:lvl>
    <w:lvl w:ilvl="2" w:tplc="0409001B" w:tentative="1">
      <w:start w:val="1"/>
      <w:numFmt w:val="lowerRoman"/>
      <w:lvlText w:val="%3."/>
      <w:lvlJc w:val="right"/>
      <w:pPr>
        <w:ind w:left="1753" w:hanging="180"/>
      </w:pPr>
    </w:lvl>
    <w:lvl w:ilvl="3" w:tplc="0409000F" w:tentative="1">
      <w:start w:val="1"/>
      <w:numFmt w:val="decimal"/>
      <w:lvlText w:val="%4."/>
      <w:lvlJc w:val="left"/>
      <w:pPr>
        <w:ind w:left="2473" w:hanging="360"/>
      </w:pPr>
    </w:lvl>
    <w:lvl w:ilvl="4" w:tplc="04090019" w:tentative="1">
      <w:start w:val="1"/>
      <w:numFmt w:val="lowerLetter"/>
      <w:lvlText w:val="%5."/>
      <w:lvlJc w:val="left"/>
      <w:pPr>
        <w:ind w:left="3193" w:hanging="360"/>
      </w:pPr>
    </w:lvl>
    <w:lvl w:ilvl="5" w:tplc="0409001B" w:tentative="1">
      <w:start w:val="1"/>
      <w:numFmt w:val="lowerRoman"/>
      <w:lvlText w:val="%6."/>
      <w:lvlJc w:val="right"/>
      <w:pPr>
        <w:ind w:left="3913" w:hanging="180"/>
      </w:pPr>
    </w:lvl>
    <w:lvl w:ilvl="6" w:tplc="0409000F" w:tentative="1">
      <w:start w:val="1"/>
      <w:numFmt w:val="decimal"/>
      <w:lvlText w:val="%7."/>
      <w:lvlJc w:val="left"/>
      <w:pPr>
        <w:ind w:left="4633" w:hanging="360"/>
      </w:pPr>
    </w:lvl>
    <w:lvl w:ilvl="7" w:tplc="04090019" w:tentative="1">
      <w:start w:val="1"/>
      <w:numFmt w:val="lowerLetter"/>
      <w:lvlText w:val="%8."/>
      <w:lvlJc w:val="left"/>
      <w:pPr>
        <w:ind w:left="5353" w:hanging="360"/>
      </w:pPr>
    </w:lvl>
    <w:lvl w:ilvl="8" w:tplc="0409001B" w:tentative="1">
      <w:start w:val="1"/>
      <w:numFmt w:val="lowerRoman"/>
      <w:lvlText w:val="%9."/>
      <w:lvlJc w:val="right"/>
      <w:pPr>
        <w:ind w:left="6073" w:hanging="180"/>
      </w:pPr>
    </w:lvl>
  </w:abstractNum>
  <w:abstractNum w:abstractNumId="3" w15:restartNumberingAfterBreak="0">
    <w:nsid w:val="1CA47262"/>
    <w:multiLevelType w:val="hybridMultilevel"/>
    <w:tmpl w:val="6D6417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D061D45"/>
    <w:multiLevelType w:val="hybridMultilevel"/>
    <w:tmpl w:val="8AB48678"/>
    <w:lvl w:ilvl="0" w:tplc="146256F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5F451D51"/>
    <w:multiLevelType w:val="hybridMultilevel"/>
    <w:tmpl w:val="E06E6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BB82E37"/>
    <w:multiLevelType w:val="hybridMultilevel"/>
    <w:tmpl w:val="71E25036"/>
    <w:lvl w:ilvl="0" w:tplc="04090001">
      <w:start w:val="1"/>
      <w:numFmt w:val="bullet"/>
      <w:lvlText w:val=""/>
      <w:lvlJc w:val="left"/>
      <w:pPr>
        <w:ind w:left="2641" w:hanging="720"/>
      </w:pPr>
      <w:rPr>
        <w:rFonts w:ascii="Symbol" w:hAnsi="Symbol" w:hint="default"/>
      </w:rPr>
    </w:lvl>
    <w:lvl w:ilvl="1" w:tplc="04090019" w:tentative="1">
      <w:start w:val="1"/>
      <w:numFmt w:val="lowerLetter"/>
      <w:lvlText w:val="%2."/>
      <w:lvlJc w:val="left"/>
      <w:pPr>
        <w:ind w:left="3001" w:hanging="360"/>
      </w:pPr>
    </w:lvl>
    <w:lvl w:ilvl="2" w:tplc="0409001B" w:tentative="1">
      <w:start w:val="1"/>
      <w:numFmt w:val="lowerRoman"/>
      <w:lvlText w:val="%3."/>
      <w:lvlJc w:val="right"/>
      <w:pPr>
        <w:ind w:left="3721" w:hanging="180"/>
      </w:pPr>
    </w:lvl>
    <w:lvl w:ilvl="3" w:tplc="0409000F" w:tentative="1">
      <w:start w:val="1"/>
      <w:numFmt w:val="decimal"/>
      <w:lvlText w:val="%4."/>
      <w:lvlJc w:val="left"/>
      <w:pPr>
        <w:ind w:left="4441" w:hanging="360"/>
      </w:pPr>
    </w:lvl>
    <w:lvl w:ilvl="4" w:tplc="04090019" w:tentative="1">
      <w:start w:val="1"/>
      <w:numFmt w:val="lowerLetter"/>
      <w:lvlText w:val="%5."/>
      <w:lvlJc w:val="left"/>
      <w:pPr>
        <w:ind w:left="5161" w:hanging="360"/>
      </w:pPr>
    </w:lvl>
    <w:lvl w:ilvl="5" w:tplc="0409001B" w:tentative="1">
      <w:start w:val="1"/>
      <w:numFmt w:val="lowerRoman"/>
      <w:lvlText w:val="%6."/>
      <w:lvlJc w:val="right"/>
      <w:pPr>
        <w:ind w:left="5881" w:hanging="180"/>
      </w:pPr>
    </w:lvl>
    <w:lvl w:ilvl="6" w:tplc="0409000F" w:tentative="1">
      <w:start w:val="1"/>
      <w:numFmt w:val="decimal"/>
      <w:lvlText w:val="%7."/>
      <w:lvlJc w:val="left"/>
      <w:pPr>
        <w:ind w:left="6601" w:hanging="360"/>
      </w:pPr>
    </w:lvl>
    <w:lvl w:ilvl="7" w:tplc="04090019" w:tentative="1">
      <w:start w:val="1"/>
      <w:numFmt w:val="lowerLetter"/>
      <w:lvlText w:val="%8."/>
      <w:lvlJc w:val="left"/>
      <w:pPr>
        <w:ind w:left="7321" w:hanging="360"/>
      </w:pPr>
    </w:lvl>
    <w:lvl w:ilvl="8" w:tplc="0409001B" w:tentative="1">
      <w:start w:val="1"/>
      <w:numFmt w:val="lowerRoman"/>
      <w:lvlText w:val="%9."/>
      <w:lvlJc w:val="right"/>
      <w:pPr>
        <w:ind w:left="8041" w:hanging="180"/>
      </w:pPr>
    </w:lvl>
  </w:abstractNum>
  <w:abstractNum w:abstractNumId="7" w15:restartNumberingAfterBreak="0">
    <w:nsid w:val="72DF333C"/>
    <w:multiLevelType w:val="hybridMultilevel"/>
    <w:tmpl w:val="679EA4CA"/>
    <w:lvl w:ilvl="0" w:tplc="75F23982">
      <w:start w:val="1"/>
      <w:numFmt w:val="decimal"/>
      <w:lvlText w:val="%1."/>
      <w:lvlJc w:val="left"/>
      <w:pPr>
        <w:tabs>
          <w:tab w:val="num" w:pos="720"/>
        </w:tabs>
        <w:ind w:left="720" w:hanging="360"/>
      </w:pPr>
    </w:lvl>
    <w:lvl w:ilvl="1" w:tplc="B538CCB8">
      <w:start w:val="1"/>
      <w:numFmt w:val="decimal"/>
      <w:lvlText w:val="%2."/>
      <w:lvlJc w:val="left"/>
      <w:pPr>
        <w:tabs>
          <w:tab w:val="num" w:pos="1440"/>
        </w:tabs>
        <w:ind w:left="1440" w:hanging="360"/>
      </w:pPr>
    </w:lvl>
    <w:lvl w:ilvl="2" w:tplc="2EE67FE4">
      <w:start w:val="1"/>
      <w:numFmt w:val="decimal"/>
      <w:lvlText w:val="%3."/>
      <w:lvlJc w:val="left"/>
      <w:pPr>
        <w:tabs>
          <w:tab w:val="num" w:pos="2160"/>
        </w:tabs>
        <w:ind w:left="2160" w:hanging="360"/>
      </w:pPr>
    </w:lvl>
    <w:lvl w:ilvl="3" w:tplc="F39EAF14">
      <w:start w:val="1"/>
      <w:numFmt w:val="decimal"/>
      <w:lvlText w:val="%4."/>
      <w:lvlJc w:val="left"/>
      <w:pPr>
        <w:tabs>
          <w:tab w:val="num" w:pos="2880"/>
        </w:tabs>
        <w:ind w:left="2880" w:hanging="360"/>
      </w:pPr>
    </w:lvl>
    <w:lvl w:ilvl="4" w:tplc="2C341800">
      <w:start w:val="1"/>
      <w:numFmt w:val="decimal"/>
      <w:lvlText w:val="%5."/>
      <w:lvlJc w:val="left"/>
      <w:pPr>
        <w:tabs>
          <w:tab w:val="num" w:pos="3600"/>
        </w:tabs>
        <w:ind w:left="3600" w:hanging="360"/>
      </w:pPr>
    </w:lvl>
    <w:lvl w:ilvl="5" w:tplc="1550016C">
      <w:start w:val="1"/>
      <w:numFmt w:val="decimal"/>
      <w:lvlText w:val="%6."/>
      <w:lvlJc w:val="left"/>
      <w:pPr>
        <w:tabs>
          <w:tab w:val="num" w:pos="4320"/>
        </w:tabs>
        <w:ind w:left="4320" w:hanging="360"/>
      </w:pPr>
    </w:lvl>
    <w:lvl w:ilvl="6" w:tplc="EE62BFE4">
      <w:start w:val="1"/>
      <w:numFmt w:val="decimal"/>
      <w:lvlText w:val="%7."/>
      <w:lvlJc w:val="left"/>
      <w:pPr>
        <w:tabs>
          <w:tab w:val="num" w:pos="5040"/>
        </w:tabs>
        <w:ind w:left="5040" w:hanging="360"/>
      </w:pPr>
    </w:lvl>
    <w:lvl w:ilvl="7" w:tplc="46268ACE">
      <w:start w:val="1"/>
      <w:numFmt w:val="decimal"/>
      <w:lvlText w:val="%8."/>
      <w:lvlJc w:val="left"/>
      <w:pPr>
        <w:tabs>
          <w:tab w:val="num" w:pos="5760"/>
        </w:tabs>
        <w:ind w:left="5760" w:hanging="360"/>
      </w:pPr>
    </w:lvl>
    <w:lvl w:ilvl="8" w:tplc="AC8856E0">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3"/>
  <w:drawingGridVerticalSpacing w:val="245"/>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05"/>
    <w:rsid w:val="00032919"/>
    <w:rsid w:val="00063256"/>
    <w:rsid w:val="000757E8"/>
    <w:rsid w:val="001456EE"/>
    <w:rsid w:val="001D6529"/>
    <w:rsid w:val="00256E7C"/>
    <w:rsid w:val="00280BA5"/>
    <w:rsid w:val="00294B99"/>
    <w:rsid w:val="00296A3F"/>
    <w:rsid w:val="002E63E6"/>
    <w:rsid w:val="002F78F6"/>
    <w:rsid w:val="00302CDD"/>
    <w:rsid w:val="00327EFC"/>
    <w:rsid w:val="003851CF"/>
    <w:rsid w:val="003969C0"/>
    <w:rsid w:val="003B7215"/>
    <w:rsid w:val="003C456D"/>
    <w:rsid w:val="00450932"/>
    <w:rsid w:val="00453084"/>
    <w:rsid w:val="004572BB"/>
    <w:rsid w:val="00460BBC"/>
    <w:rsid w:val="004668BD"/>
    <w:rsid w:val="004B332C"/>
    <w:rsid w:val="004C2299"/>
    <w:rsid w:val="004E25B4"/>
    <w:rsid w:val="00503206"/>
    <w:rsid w:val="00524C5F"/>
    <w:rsid w:val="00542F5D"/>
    <w:rsid w:val="00546A55"/>
    <w:rsid w:val="00561485"/>
    <w:rsid w:val="005A1D6B"/>
    <w:rsid w:val="005A684C"/>
    <w:rsid w:val="005B7B2D"/>
    <w:rsid w:val="005C1F09"/>
    <w:rsid w:val="00626FED"/>
    <w:rsid w:val="00647A1F"/>
    <w:rsid w:val="0066628D"/>
    <w:rsid w:val="00677847"/>
    <w:rsid w:val="006844FA"/>
    <w:rsid w:val="006A5929"/>
    <w:rsid w:val="00717FB1"/>
    <w:rsid w:val="00735625"/>
    <w:rsid w:val="0076045A"/>
    <w:rsid w:val="00770504"/>
    <w:rsid w:val="007A1C02"/>
    <w:rsid w:val="00856B6A"/>
    <w:rsid w:val="00863719"/>
    <w:rsid w:val="0087041E"/>
    <w:rsid w:val="00873D49"/>
    <w:rsid w:val="008A2738"/>
    <w:rsid w:val="008B4974"/>
    <w:rsid w:val="008C522E"/>
    <w:rsid w:val="00927C21"/>
    <w:rsid w:val="0093604D"/>
    <w:rsid w:val="00942144"/>
    <w:rsid w:val="00943726"/>
    <w:rsid w:val="0097794F"/>
    <w:rsid w:val="00993B23"/>
    <w:rsid w:val="00A2250A"/>
    <w:rsid w:val="00A26D7C"/>
    <w:rsid w:val="00A66855"/>
    <w:rsid w:val="00A66D4B"/>
    <w:rsid w:val="00AD0130"/>
    <w:rsid w:val="00AE226B"/>
    <w:rsid w:val="00AF4884"/>
    <w:rsid w:val="00AF6DAE"/>
    <w:rsid w:val="00B056E5"/>
    <w:rsid w:val="00B441CC"/>
    <w:rsid w:val="00B71919"/>
    <w:rsid w:val="00BA1889"/>
    <w:rsid w:val="00BB61E1"/>
    <w:rsid w:val="00BC4905"/>
    <w:rsid w:val="00BE7C1B"/>
    <w:rsid w:val="00C35E29"/>
    <w:rsid w:val="00C621D6"/>
    <w:rsid w:val="00CB5B30"/>
    <w:rsid w:val="00CE0089"/>
    <w:rsid w:val="00D02CE4"/>
    <w:rsid w:val="00D0784A"/>
    <w:rsid w:val="00D11E23"/>
    <w:rsid w:val="00D20D08"/>
    <w:rsid w:val="00D4552B"/>
    <w:rsid w:val="00D6328D"/>
    <w:rsid w:val="00D6573E"/>
    <w:rsid w:val="00D72E98"/>
    <w:rsid w:val="00D934DB"/>
    <w:rsid w:val="00D9523A"/>
    <w:rsid w:val="00DA7F99"/>
    <w:rsid w:val="00DB291A"/>
    <w:rsid w:val="00DB7FB7"/>
    <w:rsid w:val="00E541D7"/>
    <w:rsid w:val="00EE32A3"/>
    <w:rsid w:val="00EF70AE"/>
    <w:rsid w:val="00F06378"/>
    <w:rsid w:val="00F6355F"/>
    <w:rsid w:val="00F711A3"/>
    <w:rsid w:val="00F77807"/>
    <w:rsid w:val="00FA61F9"/>
    <w:rsid w:val="00FC2359"/>
    <w:rsid w:val="00FD459A"/>
    <w:rsid w:val="00FF09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65B8A75"/>
  <w15:chartTrackingRefBased/>
  <w15:docId w15:val="{C75ACB51-35A1-449F-9C30-8B4AB9F5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4905"/>
    <w:pPr>
      <w:bidi/>
    </w:pPr>
    <w:rPr>
      <w:rFonts w:cs="David"/>
      <w:sz w:val="24"/>
      <w:szCs w:val="24"/>
      <w:lang w:eastAsia="he-IL"/>
    </w:rPr>
  </w:style>
  <w:style w:type="paragraph" w:styleId="1">
    <w:name w:val="heading 1"/>
    <w:basedOn w:val="a"/>
    <w:next w:val="a"/>
    <w:qFormat/>
    <w:pPr>
      <w:keepNext/>
      <w:outlineLvl w:val="0"/>
    </w:pPr>
    <w:rPr>
      <w:noProof/>
      <w:sz w:val="48"/>
      <w:szCs w:val="48"/>
      <w:lang w:val="he-IL"/>
    </w:rPr>
  </w:style>
  <w:style w:type="paragraph" w:styleId="2">
    <w:name w:val="heading 2"/>
    <w:basedOn w:val="a"/>
    <w:next w:val="a"/>
    <w:qFormat/>
    <w:pPr>
      <w:keepNext/>
      <w:spacing w:line="300" w:lineRule="auto"/>
      <w:ind w:left="-622" w:right="519"/>
      <w:jc w:val="right"/>
      <w:outlineLvl w:val="1"/>
    </w:pPr>
    <w:rPr>
      <w:b/>
      <w:bCs/>
    </w:rPr>
  </w:style>
  <w:style w:type="paragraph" w:styleId="3">
    <w:name w:val="heading 3"/>
    <w:basedOn w:val="a"/>
    <w:next w:val="a"/>
    <w:qFormat/>
    <w:pPr>
      <w:keepNext/>
      <w:ind w:firstLine="720"/>
      <w:outlineLvl w:val="2"/>
    </w:pPr>
    <w:rPr>
      <w:noProof/>
      <w:sz w:val="20"/>
      <w:u w:val="single"/>
      <w:lang w:val="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Pr>
      <w:color w:val="0000FF"/>
      <w:u w:val="single"/>
    </w:rPr>
  </w:style>
  <w:style w:type="paragraph" w:styleId="a3">
    <w:name w:val="Balloon Text"/>
    <w:basedOn w:val="a"/>
    <w:semiHidden/>
    <w:rsid w:val="00D4552B"/>
    <w:rPr>
      <w:rFonts w:ascii="Tahoma" w:hAnsi="Tahoma" w:cs="Tahoma"/>
      <w:sz w:val="16"/>
      <w:szCs w:val="16"/>
    </w:rPr>
  </w:style>
  <w:style w:type="paragraph" w:styleId="a4">
    <w:name w:val="header"/>
    <w:basedOn w:val="a"/>
    <w:rsid w:val="002E63E6"/>
    <w:pPr>
      <w:tabs>
        <w:tab w:val="center" w:pos="4153"/>
        <w:tab w:val="right" w:pos="8306"/>
      </w:tabs>
    </w:pPr>
  </w:style>
  <w:style w:type="paragraph" w:styleId="a5">
    <w:name w:val="footer"/>
    <w:basedOn w:val="a"/>
    <w:link w:val="a6"/>
    <w:uiPriority w:val="99"/>
    <w:rsid w:val="002E63E6"/>
    <w:pPr>
      <w:tabs>
        <w:tab w:val="center" w:pos="4153"/>
        <w:tab w:val="right" w:pos="8306"/>
      </w:tabs>
    </w:pPr>
  </w:style>
  <w:style w:type="paragraph" w:styleId="a7">
    <w:name w:val="Body Text"/>
    <w:basedOn w:val="a"/>
    <w:rsid w:val="00503206"/>
    <w:pPr>
      <w:spacing w:line="360" w:lineRule="auto"/>
      <w:jc w:val="both"/>
    </w:pPr>
  </w:style>
  <w:style w:type="paragraph" w:styleId="a8">
    <w:name w:val="No Spacing"/>
    <w:uiPriority w:val="1"/>
    <w:qFormat/>
    <w:rsid w:val="00BC4905"/>
    <w:pPr>
      <w:bidi/>
    </w:pPr>
    <w:rPr>
      <w:rFonts w:cs="David"/>
      <w:sz w:val="24"/>
      <w:szCs w:val="24"/>
      <w:lang w:eastAsia="he-IL"/>
    </w:rPr>
  </w:style>
  <w:style w:type="character" w:customStyle="1" w:styleId="a6">
    <w:name w:val="כותרת תחתונה תו"/>
    <w:basedOn w:val="a0"/>
    <w:link w:val="a5"/>
    <w:uiPriority w:val="99"/>
    <w:rsid w:val="008B4974"/>
    <w:rPr>
      <w:rFonts w:cs="David"/>
      <w:sz w:val="24"/>
      <w:szCs w:val="24"/>
      <w:lang w:eastAsia="he-IL"/>
    </w:rPr>
  </w:style>
  <w:style w:type="paragraph" w:styleId="a9">
    <w:name w:val="List Paragraph"/>
    <w:basedOn w:val="a"/>
    <w:uiPriority w:val="34"/>
    <w:qFormat/>
    <w:rsid w:val="00524C5F"/>
    <w:pPr>
      <w:ind w:left="720"/>
      <w:contextualSpacing/>
    </w:pPr>
    <w:rPr>
      <w:rFonts w:eastAsiaTheme="minorHAnsi" w:cs="Times New Roman"/>
    </w:rPr>
  </w:style>
  <w:style w:type="character" w:styleId="aa">
    <w:name w:val="Unresolved Mention"/>
    <w:basedOn w:val="a0"/>
    <w:uiPriority w:val="99"/>
    <w:semiHidden/>
    <w:unhideWhenUsed/>
    <w:rsid w:val="00F778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42981">
      <w:bodyDiv w:val="1"/>
      <w:marLeft w:val="0"/>
      <w:marRight w:val="0"/>
      <w:marTop w:val="0"/>
      <w:marBottom w:val="0"/>
      <w:divBdr>
        <w:top w:val="none" w:sz="0" w:space="0" w:color="auto"/>
        <w:left w:val="none" w:sz="0" w:space="0" w:color="auto"/>
        <w:bottom w:val="none" w:sz="0" w:space="0" w:color="auto"/>
        <w:right w:val="none" w:sz="0" w:space="0" w:color="auto"/>
      </w:divBdr>
    </w:div>
    <w:div w:id="647323314">
      <w:bodyDiv w:val="1"/>
      <w:marLeft w:val="0"/>
      <w:marRight w:val="0"/>
      <w:marTop w:val="0"/>
      <w:marBottom w:val="0"/>
      <w:divBdr>
        <w:top w:val="none" w:sz="0" w:space="0" w:color="auto"/>
        <w:left w:val="none" w:sz="0" w:space="0" w:color="auto"/>
        <w:bottom w:val="none" w:sz="0" w:space="0" w:color="auto"/>
        <w:right w:val="none" w:sz="0" w:space="0" w:color="auto"/>
      </w:divBdr>
    </w:div>
    <w:div w:id="1183083690">
      <w:bodyDiv w:val="1"/>
      <w:marLeft w:val="0"/>
      <w:marRight w:val="0"/>
      <w:marTop w:val="0"/>
      <w:marBottom w:val="0"/>
      <w:divBdr>
        <w:top w:val="none" w:sz="0" w:space="0" w:color="auto"/>
        <w:left w:val="none" w:sz="0" w:space="0" w:color="auto"/>
        <w:bottom w:val="none" w:sz="0" w:space="0" w:color="auto"/>
        <w:right w:val="none" w:sz="0" w:space="0" w:color="auto"/>
      </w:divBdr>
    </w:div>
    <w:div w:id="139758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rive.google.com/drive/folders/1wmgWtoYawa-6SOZembtx24qcYYuBOQLo?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glt.org.il" TargetMode="External"/><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te\AppData\Roaming\Microsoft\Templates\&#1500;&#1493;&#1490;&#1493;%20&#1502;&#1493;&#1506;&#1510;&#1492;.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לוגו מועצה</Template>
  <TotalTime>3</TotalTime>
  <Pages>1</Pages>
  <Words>210</Words>
  <Characters>1050</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vt:lpstr>
    </vt:vector>
  </TitlesOfParts>
  <Company>מועצה איזורית הגליל התחתון</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ליאת איתן</dc:creator>
  <cp:keywords/>
  <dc:description/>
  <cp:lastModifiedBy>רון תירוש</cp:lastModifiedBy>
  <cp:revision>3</cp:revision>
  <cp:lastPrinted>2020-05-13T10:47:00Z</cp:lastPrinted>
  <dcterms:created xsi:type="dcterms:W3CDTF">2021-12-27T13:49:00Z</dcterms:created>
  <dcterms:modified xsi:type="dcterms:W3CDTF">2021-12-27T13:50:00Z</dcterms:modified>
</cp:coreProperties>
</file>